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41B45BB0" w:rsidR="00652EFD" w:rsidRDefault="00A84500" w:rsidP="00EB46E5">
      <w:pPr>
        <w:pStyle w:val="Titul2"/>
        <w:rPr>
          <w:highlight w:val="green"/>
        </w:rPr>
      </w:pPr>
      <w:r>
        <w:t>Dokumentace pro společné povolení, projektová dokumentace pro provádění stavby a výkon autorského dozoru</w:t>
      </w:r>
    </w:p>
    <w:p w14:paraId="52E430AB" w14:textId="77777777" w:rsidR="00053304" w:rsidRDefault="00053304" w:rsidP="00EB46E5">
      <w:pPr>
        <w:pStyle w:val="Titul2"/>
        <w:rPr>
          <w:highlight w:val="green"/>
        </w:rPr>
      </w:pPr>
    </w:p>
    <w:p w14:paraId="7E638D12" w14:textId="3C0FB5BD" w:rsidR="0035531B" w:rsidRDefault="0035531B" w:rsidP="00EB46E5">
      <w:pPr>
        <w:pStyle w:val="Titul2"/>
      </w:pPr>
      <w:r w:rsidRPr="005C1A02">
        <w:t>„</w:t>
      </w:r>
      <w:r w:rsidR="00F6722E" w:rsidRPr="005C1A02">
        <w:t>Rekonstrukce ŽST Nový Bor</w:t>
      </w:r>
      <w:r w:rsidRPr="005C1A02">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1DD37793" w:rsidR="000E125F" w:rsidRDefault="000E125F" w:rsidP="00136BBF">
      <w:pPr>
        <w:pStyle w:val="Text1-1"/>
        <w:numPr>
          <w:ilvl w:val="0"/>
          <w:numId w:val="0"/>
        </w:numPr>
        <w:tabs>
          <w:tab w:val="left" w:pos="708"/>
        </w:tabs>
        <w:spacing w:line="240" w:lineRule="auto"/>
        <w:ind w:left="737" w:hanging="737"/>
      </w:pPr>
      <w:r>
        <w:t>Č.j.</w:t>
      </w:r>
      <w:r w:rsidR="005B3068">
        <w:t xml:space="preserve"> 797/2023-SŽ-SSZ-OVZ</w:t>
      </w:r>
    </w:p>
    <w:p w14:paraId="5F00D2F9" w14:textId="3DAA80F6" w:rsidR="00F6722E" w:rsidRDefault="00F6722E" w:rsidP="00136BBF">
      <w:pPr>
        <w:pStyle w:val="Text1-1"/>
        <w:numPr>
          <w:ilvl w:val="0"/>
          <w:numId w:val="0"/>
        </w:numPr>
        <w:tabs>
          <w:tab w:val="left" w:pos="708"/>
        </w:tabs>
        <w:spacing w:line="240" w:lineRule="auto"/>
        <w:ind w:left="737" w:hanging="737"/>
      </w:pPr>
    </w:p>
    <w:p w14:paraId="5122236D" w14:textId="25B5E012" w:rsidR="00F6722E" w:rsidRDefault="00F6722E" w:rsidP="00136BBF">
      <w:pPr>
        <w:pStyle w:val="Text1-1"/>
        <w:numPr>
          <w:ilvl w:val="0"/>
          <w:numId w:val="0"/>
        </w:numPr>
        <w:tabs>
          <w:tab w:val="left" w:pos="708"/>
        </w:tabs>
        <w:spacing w:line="240" w:lineRule="auto"/>
        <w:ind w:left="737" w:hanging="737"/>
      </w:pPr>
    </w:p>
    <w:p w14:paraId="4D61D35A" w14:textId="3CF6021B" w:rsidR="00F6722E" w:rsidRDefault="00F6722E" w:rsidP="00136BBF">
      <w:pPr>
        <w:pStyle w:val="Text1-1"/>
        <w:numPr>
          <w:ilvl w:val="0"/>
          <w:numId w:val="0"/>
        </w:numPr>
        <w:tabs>
          <w:tab w:val="left" w:pos="708"/>
        </w:tabs>
        <w:spacing w:line="240" w:lineRule="auto"/>
        <w:ind w:left="737" w:hanging="737"/>
      </w:pPr>
    </w:p>
    <w:p w14:paraId="44BB9A8D" w14:textId="6C24FDC5" w:rsidR="00F6722E" w:rsidRDefault="00F6722E" w:rsidP="00136BBF">
      <w:pPr>
        <w:pStyle w:val="Text1-1"/>
        <w:numPr>
          <w:ilvl w:val="0"/>
          <w:numId w:val="0"/>
        </w:numPr>
        <w:tabs>
          <w:tab w:val="left" w:pos="708"/>
        </w:tabs>
        <w:spacing w:line="240" w:lineRule="auto"/>
        <w:ind w:left="737" w:hanging="737"/>
      </w:pPr>
    </w:p>
    <w:p w14:paraId="622853A5" w14:textId="401DBC21" w:rsidR="00F6722E" w:rsidRDefault="00F6722E" w:rsidP="00136BBF">
      <w:pPr>
        <w:pStyle w:val="Text1-1"/>
        <w:numPr>
          <w:ilvl w:val="0"/>
          <w:numId w:val="0"/>
        </w:numPr>
        <w:tabs>
          <w:tab w:val="left" w:pos="708"/>
        </w:tabs>
        <w:spacing w:line="240" w:lineRule="auto"/>
        <w:ind w:left="737" w:hanging="737"/>
      </w:pPr>
    </w:p>
    <w:p w14:paraId="4FC71A00" w14:textId="77777777" w:rsidR="00F6722E" w:rsidRDefault="00F6722E"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14783ECE" w14:textId="70AC48F6" w:rsidR="00BD7E91" w:rsidRDefault="00BD7E91" w:rsidP="00FE4333">
      <w:pPr>
        <w:pStyle w:val="Nadpisbezsl1-1"/>
      </w:pPr>
      <w:r>
        <w:lastRenderedPageBreak/>
        <w:t>Obsah</w:t>
      </w:r>
      <w:r w:rsidR="00887F36">
        <w:t xml:space="preserve"> </w:t>
      </w:r>
    </w:p>
    <w:p w14:paraId="77FB7F72" w14:textId="49284D14" w:rsidR="005B306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4336948" w:history="1">
        <w:r w:rsidR="005B3068" w:rsidRPr="00124A5B">
          <w:rPr>
            <w:rStyle w:val="Hypertextovodkaz"/>
          </w:rPr>
          <w:t>1.</w:t>
        </w:r>
        <w:r w:rsidR="005B3068">
          <w:rPr>
            <w:rFonts w:eastAsiaTheme="minorEastAsia"/>
            <w:caps w:val="0"/>
            <w:noProof/>
            <w:sz w:val="22"/>
            <w:szCs w:val="22"/>
            <w:lang w:eastAsia="cs-CZ"/>
          </w:rPr>
          <w:tab/>
        </w:r>
        <w:r w:rsidR="005B3068" w:rsidRPr="00124A5B">
          <w:rPr>
            <w:rStyle w:val="Hypertextovodkaz"/>
          </w:rPr>
          <w:t>ÚVODNÍ USTANOVENÍ</w:t>
        </w:r>
        <w:r w:rsidR="005B3068">
          <w:rPr>
            <w:noProof/>
            <w:webHidden/>
          </w:rPr>
          <w:tab/>
        </w:r>
        <w:r w:rsidR="005B3068">
          <w:rPr>
            <w:noProof/>
            <w:webHidden/>
          </w:rPr>
          <w:fldChar w:fldCharType="begin"/>
        </w:r>
        <w:r w:rsidR="005B3068">
          <w:rPr>
            <w:noProof/>
            <w:webHidden/>
          </w:rPr>
          <w:instrText xml:space="preserve"> PAGEREF _Toc124336948 \h </w:instrText>
        </w:r>
        <w:r w:rsidR="005B3068">
          <w:rPr>
            <w:noProof/>
            <w:webHidden/>
          </w:rPr>
        </w:r>
        <w:r w:rsidR="005B3068">
          <w:rPr>
            <w:noProof/>
            <w:webHidden/>
          </w:rPr>
          <w:fldChar w:fldCharType="separate"/>
        </w:r>
        <w:r w:rsidR="00F14172">
          <w:rPr>
            <w:noProof/>
            <w:webHidden/>
          </w:rPr>
          <w:t>3</w:t>
        </w:r>
        <w:r w:rsidR="005B3068">
          <w:rPr>
            <w:noProof/>
            <w:webHidden/>
          </w:rPr>
          <w:fldChar w:fldCharType="end"/>
        </w:r>
      </w:hyperlink>
    </w:p>
    <w:p w14:paraId="0655334D" w14:textId="347EC10D" w:rsidR="005B3068" w:rsidRDefault="005B3068">
      <w:pPr>
        <w:pStyle w:val="Obsah1"/>
        <w:rPr>
          <w:rFonts w:eastAsiaTheme="minorEastAsia"/>
          <w:caps w:val="0"/>
          <w:noProof/>
          <w:sz w:val="22"/>
          <w:szCs w:val="22"/>
          <w:lang w:eastAsia="cs-CZ"/>
        </w:rPr>
      </w:pPr>
      <w:hyperlink w:anchor="_Toc124336949" w:history="1">
        <w:r w:rsidRPr="00124A5B">
          <w:rPr>
            <w:rStyle w:val="Hypertextovodkaz"/>
          </w:rPr>
          <w:t>2.</w:t>
        </w:r>
        <w:r>
          <w:rPr>
            <w:rFonts w:eastAsiaTheme="minorEastAsia"/>
            <w:caps w:val="0"/>
            <w:noProof/>
            <w:sz w:val="22"/>
            <w:szCs w:val="22"/>
            <w:lang w:eastAsia="cs-CZ"/>
          </w:rPr>
          <w:tab/>
        </w:r>
        <w:r w:rsidRPr="00124A5B">
          <w:rPr>
            <w:rStyle w:val="Hypertextovodkaz"/>
          </w:rPr>
          <w:t>IDENTIFIKAČNÍ ÚDAJE ZADAVATELE</w:t>
        </w:r>
        <w:r>
          <w:rPr>
            <w:noProof/>
            <w:webHidden/>
          </w:rPr>
          <w:tab/>
        </w:r>
        <w:r>
          <w:rPr>
            <w:noProof/>
            <w:webHidden/>
          </w:rPr>
          <w:fldChar w:fldCharType="begin"/>
        </w:r>
        <w:r>
          <w:rPr>
            <w:noProof/>
            <w:webHidden/>
          </w:rPr>
          <w:instrText xml:space="preserve"> PAGEREF _Toc124336949 \h </w:instrText>
        </w:r>
        <w:r>
          <w:rPr>
            <w:noProof/>
            <w:webHidden/>
          </w:rPr>
        </w:r>
        <w:r>
          <w:rPr>
            <w:noProof/>
            <w:webHidden/>
          </w:rPr>
          <w:fldChar w:fldCharType="separate"/>
        </w:r>
        <w:r w:rsidR="00F14172">
          <w:rPr>
            <w:noProof/>
            <w:webHidden/>
          </w:rPr>
          <w:t>3</w:t>
        </w:r>
        <w:r>
          <w:rPr>
            <w:noProof/>
            <w:webHidden/>
          </w:rPr>
          <w:fldChar w:fldCharType="end"/>
        </w:r>
      </w:hyperlink>
    </w:p>
    <w:p w14:paraId="0D9DC041" w14:textId="6CB32C25" w:rsidR="005B3068" w:rsidRDefault="005B3068">
      <w:pPr>
        <w:pStyle w:val="Obsah1"/>
        <w:rPr>
          <w:rFonts w:eastAsiaTheme="minorEastAsia"/>
          <w:caps w:val="0"/>
          <w:noProof/>
          <w:sz w:val="22"/>
          <w:szCs w:val="22"/>
          <w:lang w:eastAsia="cs-CZ"/>
        </w:rPr>
      </w:pPr>
      <w:hyperlink w:anchor="_Toc124336950" w:history="1">
        <w:r w:rsidRPr="00124A5B">
          <w:rPr>
            <w:rStyle w:val="Hypertextovodkaz"/>
          </w:rPr>
          <w:t>3.</w:t>
        </w:r>
        <w:r>
          <w:rPr>
            <w:rFonts w:eastAsiaTheme="minorEastAsia"/>
            <w:caps w:val="0"/>
            <w:noProof/>
            <w:sz w:val="22"/>
            <w:szCs w:val="22"/>
            <w:lang w:eastAsia="cs-CZ"/>
          </w:rPr>
          <w:tab/>
        </w:r>
        <w:r w:rsidRPr="00124A5B">
          <w:rPr>
            <w:rStyle w:val="Hypertextovodkaz"/>
          </w:rPr>
          <w:t>KOMUNIKACE MEZI ZADAVATELEM a DODAVATELEM</w:t>
        </w:r>
        <w:r>
          <w:rPr>
            <w:noProof/>
            <w:webHidden/>
          </w:rPr>
          <w:tab/>
        </w:r>
        <w:r>
          <w:rPr>
            <w:noProof/>
            <w:webHidden/>
          </w:rPr>
          <w:fldChar w:fldCharType="begin"/>
        </w:r>
        <w:r>
          <w:rPr>
            <w:noProof/>
            <w:webHidden/>
          </w:rPr>
          <w:instrText xml:space="preserve"> PAGEREF _Toc124336950 \h </w:instrText>
        </w:r>
        <w:r>
          <w:rPr>
            <w:noProof/>
            <w:webHidden/>
          </w:rPr>
        </w:r>
        <w:r>
          <w:rPr>
            <w:noProof/>
            <w:webHidden/>
          </w:rPr>
          <w:fldChar w:fldCharType="separate"/>
        </w:r>
        <w:r w:rsidR="00F14172">
          <w:rPr>
            <w:noProof/>
            <w:webHidden/>
          </w:rPr>
          <w:t>4</w:t>
        </w:r>
        <w:r>
          <w:rPr>
            <w:noProof/>
            <w:webHidden/>
          </w:rPr>
          <w:fldChar w:fldCharType="end"/>
        </w:r>
      </w:hyperlink>
    </w:p>
    <w:p w14:paraId="77E548B0" w14:textId="256E5989" w:rsidR="005B3068" w:rsidRDefault="005B3068">
      <w:pPr>
        <w:pStyle w:val="Obsah1"/>
        <w:rPr>
          <w:rFonts w:eastAsiaTheme="minorEastAsia"/>
          <w:caps w:val="0"/>
          <w:noProof/>
          <w:sz w:val="22"/>
          <w:szCs w:val="22"/>
          <w:lang w:eastAsia="cs-CZ"/>
        </w:rPr>
      </w:pPr>
      <w:hyperlink w:anchor="_Toc124336951" w:history="1">
        <w:r w:rsidRPr="00124A5B">
          <w:rPr>
            <w:rStyle w:val="Hypertextovodkaz"/>
          </w:rPr>
          <w:t>4.</w:t>
        </w:r>
        <w:r>
          <w:rPr>
            <w:rFonts w:eastAsiaTheme="minorEastAsia"/>
            <w:caps w:val="0"/>
            <w:noProof/>
            <w:sz w:val="22"/>
            <w:szCs w:val="22"/>
            <w:lang w:eastAsia="cs-CZ"/>
          </w:rPr>
          <w:tab/>
        </w:r>
        <w:r w:rsidRPr="00124A5B">
          <w:rPr>
            <w:rStyle w:val="Hypertextovodkaz"/>
          </w:rPr>
          <w:t>ÚČEL a PŘEDMĚT PLNĚNÍ VEŘEJNÉ ZAKÁZKY</w:t>
        </w:r>
        <w:r>
          <w:rPr>
            <w:noProof/>
            <w:webHidden/>
          </w:rPr>
          <w:tab/>
        </w:r>
        <w:r>
          <w:rPr>
            <w:noProof/>
            <w:webHidden/>
          </w:rPr>
          <w:fldChar w:fldCharType="begin"/>
        </w:r>
        <w:r>
          <w:rPr>
            <w:noProof/>
            <w:webHidden/>
          </w:rPr>
          <w:instrText xml:space="preserve"> PAGEREF _Toc124336951 \h </w:instrText>
        </w:r>
        <w:r>
          <w:rPr>
            <w:noProof/>
            <w:webHidden/>
          </w:rPr>
        </w:r>
        <w:r>
          <w:rPr>
            <w:noProof/>
            <w:webHidden/>
          </w:rPr>
          <w:fldChar w:fldCharType="separate"/>
        </w:r>
        <w:r w:rsidR="00F14172">
          <w:rPr>
            <w:noProof/>
            <w:webHidden/>
          </w:rPr>
          <w:t>4</w:t>
        </w:r>
        <w:r>
          <w:rPr>
            <w:noProof/>
            <w:webHidden/>
          </w:rPr>
          <w:fldChar w:fldCharType="end"/>
        </w:r>
      </w:hyperlink>
    </w:p>
    <w:p w14:paraId="3222884A" w14:textId="2A544F41" w:rsidR="005B3068" w:rsidRDefault="005B3068">
      <w:pPr>
        <w:pStyle w:val="Obsah1"/>
        <w:rPr>
          <w:rFonts w:eastAsiaTheme="minorEastAsia"/>
          <w:caps w:val="0"/>
          <w:noProof/>
          <w:sz w:val="22"/>
          <w:szCs w:val="22"/>
          <w:lang w:eastAsia="cs-CZ"/>
        </w:rPr>
      </w:pPr>
      <w:hyperlink w:anchor="_Toc124336952" w:history="1">
        <w:r w:rsidRPr="00124A5B">
          <w:rPr>
            <w:rStyle w:val="Hypertextovodkaz"/>
          </w:rPr>
          <w:t>5.</w:t>
        </w:r>
        <w:r>
          <w:rPr>
            <w:rFonts w:eastAsiaTheme="minorEastAsia"/>
            <w:caps w:val="0"/>
            <w:noProof/>
            <w:sz w:val="22"/>
            <w:szCs w:val="22"/>
            <w:lang w:eastAsia="cs-CZ"/>
          </w:rPr>
          <w:tab/>
        </w:r>
        <w:r w:rsidRPr="00124A5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_Toc124336952 \h </w:instrText>
        </w:r>
        <w:r>
          <w:rPr>
            <w:noProof/>
            <w:webHidden/>
          </w:rPr>
        </w:r>
        <w:r>
          <w:rPr>
            <w:noProof/>
            <w:webHidden/>
          </w:rPr>
          <w:fldChar w:fldCharType="separate"/>
        </w:r>
        <w:r w:rsidR="00F14172">
          <w:rPr>
            <w:noProof/>
            <w:webHidden/>
          </w:rPr>
          <w:t>5</w:t>
        </w:r>
        <w:r>
          <w:rPr>
            <w:noProof/>
            <w:webHidden/>
          </w:rPr>
          <w:fldChar w:fldCharType="end"/>
        </w:r>
      </w:hyperlink>
    </w:p>
    <w:p w14:paraId="71D35E90" w14:textId="3650CC30" w:rsidR="005B3068" w:rsidRDefault="005B3068">
      <w:pPr>
        <w:pStyle w:val="Obsah1"/>
        <w:rPr>
          <w:rFonts w:eastAsiaTheme="minorEastAsia"/>
          <w:caps w:val="0"/>
          <w:noProof/>
          <w:sz w:val="22"/>
          <w:szCs w:val="22"/>
          <w:lang w:eastAsia="cs-CZ"/>
        </w:rPr>
      </w:pPr>
      <w:hyperlink w:anchor="_Toc124336953" w:history="1">
        <w:r w:rsidRPr="00124A5B">
          <w:rPr>
            <w:rStyle w:val="Hypertextovodkaz"/>
          </w:rPr>
          <w:t>6.</w:t>
        </w:r>
        <w:r>
          <w:rPr>
            <w:rFonts w:eastAsiaTheme="minorEastAsia"/>
            <w:caps w:val="0"/>
            <w:noProof/>
            <w:sz w:val="22"/>
            <w:szCs w:val="22"/>
            <w:lang w:eastAsia="cs-CZ"/>
          </w:rPr>
          <w:tab/>
        </w:r>
        <w:r w:rsidRPr="00124A5B">
          <w:rPr>
            <w:rStyle w:val="Hypertextovodkaz"/>
          </w:rPr>
          <w:t>OBSAH ZADÁVACÍ DOKUMENTACE</w:t>
        </w:r>
        <w:r>
          <w:rPr>
            <w:noProof/>
            <w:webHidden/>
          </w:rPr>
          <w:tab/>
        </w:r>
        <w:r>
          <w:rPr>
            <w:noProof/>
            <w:webHidden/>
          </w:rPr>
          <w:fldChar w:fldCharType="begin"/>
        </w:r>
        <w:r>
          <w:rPr>
            <w:noProof/>
            <w:webHidden/>
          </w:rPr>
          <w:instrText xml:space="preserve"> PAGEREF _Toc124336953 \h </w:instrText>
        </w:r>
        <w:r>
          <w:rPr>
            <w:noProof/>
            <w:webHidden/>
          </w:rPr>
        </w:r>
        <w:r>
          <w:rPr>
            <w:noProof/>
            <w:webHidden/>
          </w:rPr>
          <w:fldChar w:fldCharType="separate"/>
        </w:r>
        <w:r w:rsidR="00F14172">
          <w:rPr>
            <w:noProof/>
            <w:webHidden/>
          </w:rPr>
          <w:t>5</w:t>
        </w:r>
        <w:r>
          <w:rPr>
            <w:noProof/>
            <w:webHidden/>
          </w:rPr>
          <w:fldChar w:fldCharType="end"/>
        </w:r>
      </w:hyperlink>
    </w:p>
    <w:p w14:paraId="54DFB8CA" w14:textId="689AFCA8" w:rsidR="005B3068" w:rsidRDefault="005B3068">
      <w:pPr>
        <w:pStyle w:val="Obsah1"/>
        <w:rPr>
          <w:rFonts w:eastAsiaTheme="minorEastAsia"/>
          <w:caps w:val="0"/>
          <w:noProof/>
          <w:sz w:val="22"/>
          <w:szCs w:val="22"/>
          <w:lang w:eastAsia="cs-CZ"/>
        </w:rPr>
      </w:pPr>
      <w:hyperlink w:anchor="_Toc124336954" w:history="1">
        <w:r w:rsidRPr="00124A5B">
          <w:rPr>
            <w:rStyle w:val="Hypertextovodkaz"/>
          </w:rPr>
          <w:t>7.</w:t>
        </w:r>
        <w:r>
          <w:rPr>
            <w:rFonts w:eastAsiaTheme="minorEastAsia"/>
            <w:caps w:val="0"/>
            <w:noProof/>
            <w:sz w:val="22"/>
            <w:szCs w:val="22"/>
            <w:lang w:eastAsia="cs-CZ"/>
          </w:rPr>
          <w:tab/>
        </w:r>
        <w:r w:rsidRPr="00124A5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_Toc124336954 \h </w:instrText>
        </w:r>
        <w:r>
          <w:rPr>
            <w:noProof/>
            <w:webHidden/>
          </w:rPr>
        </w:r>
        <w:r>
          <w:rPr>
            <w:noProof/>
            <w:webHidden/>
          </w:rPr>
          <w:fldChar w:fldCharType="separate"/>
        </w:r>
        <w:r w:rsidR="00F14172">
          <w:rPr>
            <w:noProof/>
            <w:webHidden/>
          </w:rPr>
          <w:t>6</w:t>
        </w:r>
        <w:r>
          <w:rPr>
            <w:noProof/>
            <w:webHidden/>
          </w:rPr>
          <w:fldChar w:fldCharType="end"/>
        </w:r>
      </w:hyperlink>
    </w:p>
    <w:p w14:paraId="25C10E9A" w14:textId="30F42BC9" w:rsidR="005B3068" w:rsidRDefault="005B3068">
      <w:pPr>
        <w:pStyle w:val="Obsah1"/>
        <w:rPr>
          <w:rFonts w:eastAsiaTheme="minorEastAsia"/>
          <w:caps w:val="0"/>
          <w:noProof/>
          <w:sz w:val="22"/>
          <w:szCs w:val="22"/>
          <w:lang w:eastAsia="cs-CZ"/>
        </w:rPr>
      </w:pPr>
      <w:hyperlink w:anchor="_Toc124336955" w:history="1">
        <w:r w:rsidRPr="00124A5B">
          <w:rPr>
            <w:rStyle w:val="Hypertextovodkaz"/>
          </w:rPr>
          <w:t>8.</w:t>
        </w:r>
        <w:r>
          <w:rPr>
            <w:rFonts w:eastAsiaTheme="minorEastAsia"/>
            <w:caps w:val="0"/>
            <w:noProof/>
            <w:sz w:val="22"/>
            <w:szCs w:val="22"/>
            <w:lang w:eastAsia="cs-CZ"/>
          </w:rPr>
          <w:tab/>
        </w:r>
        <w:r w:rsidRPr="00124A5B">
          <w:rPr>
            <w:rStyle w:val="Hypertextovodkaz"/>
          </w:rPr>
          <w:t>POŽADAVKY ZADAVATELE NA KVALIFIKACI</w:t>
        </w:r>
        <w:r>
          <w:rPr>
            <w:noProof/>
            <w:webHidden/>
          </w:rPr>
          <w:tab/>
        </w:r>
        <w:r>
          <w:rPr>
            <w:noProof/>
            <w:webHidden/>
          </w:rPr>
          <w:fldChar w:fldCharType="begin"/>
        </w:r>
        <w:r>
          <w:rPr>
            <w:noProof/>
            <w:webHidden/>
          </w:rPr>
          <w:instrText xml:space="preserve"> PAGEREF _Toc124336955 \h </w:instrText>
        </w:r>
        <w:r>
          <w:rPr>
            <w:noProof/>
            <w:webHidden/>
          </w:rPr>
        </w:r>
        <w:r>
          <w:rPr>
            <w:noProof/>
            <w:webHidden/>
          </w:rPr>
          <w:fldChar w:fldCharType="separate"/>
        </w:r>
        <w:r w:rsidR="00F14172">
          <w:rPr>
            <w:noProof/>
            <w:webHidden/>
          </w:rPr>
          <w:t>6</w:t>
        </w:r>
        <w:r>
          <w:rPr>
            <w:noProof/>
            <w:webHidden/>
          </w:rPr>
          <w:fldChar w:fldCharType="end"/>
        </w:r>
      </w:hyperlink>
    </w:p>
    <w:p w14:paraId="7A59EF07" w14:textId="21037C22" w:rsidR="005B3068" w:rsidRDefault="005B3068">
      <w:pPr>
        <w:pStyle w:val="Obsah1"/>
        <w:rPr>
          <w:rFonts w:eastAsiaTheme="minorEastAsia"/>
          <w:caps w:val="0"/>
          <w:noProof/>
          <w:sz w:val="22"/>
          <w:szCs w:val="22"/>
          <w:lang w:eastAsia="cs-CZ"/>
        </w:rPr>
      </w:pPr>
      <w:hyperlink w:anchor="_Toc124336956" w:history="1">
        <w:r w:rsidRPr="00124A5B">
          <w:rPr>
            <w:rStyle w:val="Hypertextovodkaz"/>
          </w:rPr>
          <w:t>9.</w:t>
        </w:r>
        <w:r>
          <w:rPr>
            <w:rFonts w:eastAsiaTheme="minorEastAsia"/>
            <w:caps w:val="0"/>
            <w:noProof/>
            <w:sz w:val="22"/>
            <w:szCs w:val="22"/>
            <w:lang w:eastAsia="cs-CZ"/>
          </w:rPr>
          <w:tab/>
        </w:r>
        <w:r w:rsidRPr="00124A5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_Toc124336956 \h </w:instrText>
        </w:r>
        <w:r>
          <w:rPr>
            <w:noProof/>
            <w:webHidden/>
          </w:rPr>
        </w:r>
        <w:r>
          <w:rPr>
            <w:noProof/>
            <w:webHidden/>
          </w:rPr>
          <w:fldChar w:fldCharType="separate"/>
        </w:r>
        <w:r w:rsidR="00F14172">
          <w:rPr>
            <w:noProof/>
            <w:webHidden/>
          </w:rPr>
          <w:t>18</w:t>
        </w:r>
        <w:r>
          <w:rPr>
            <w:noProof/>
            <w:webHidden/>
          </w:rPr>
          <w:fldChar w:fldCharType="end"/>
        </w:r>
      </w:hyperlink>
    </w:p>
    <w:p w14:paraId="6733CB83" w14:textId="1A270DFF" w:rsidR="005B3068" w:rsidRDefault="005B3068">
      <w:pPr>
        <w:pStyle w:val="Obsah1"/>
        <w:rPr>
          <w:rFonts w:eastAsiaTheme="minorEastAsia"/>
          <w:caps w:val="0"/>
          <w:noProof/>
          <w:sz w:val="22"/>
          <w:szCs w:val="22"/>
          <w:lang w:eastAsia="cs-CZ"/>
        </w:rPr>
      </w:pPr>
      <w:hyperlink w:anchor="_Toc124336957" w:history="1">
        <w:r w:rsidRPr="00124A5B">
          <w:rPr>
            <w:rStyle w:val="Hypertextovodkaz"/>
          </w:rPr>
          <w:t>10.</w:t>
        </w:r>
        <w:r>
          <w:rPr>
            <w:rFonts w:eastAsiaTheme="minorEastAsia"/>
            <w:caps w:val="0"/>
            <w:noProof/>
            <w:sz w:val="22"/>
            <w:szCs w:val="22"/>
            <w:lang w:eastAsia="cs-CZ"/>
          </w:rPr>
          <w:tab/>
        </w:r>
        <w:r w:rsidRPr="00124A5B">
          <w:rPr>
            <w:rStyle w:val="Hypertextovodkaz"/>
          </w:rPr>
          <w:t>JAZYK NABÍDEK A KOMUNIKAČNÍ JAZYK</w:t>
        </w:r>
        <w:r>
          <w:rPr>
            <w:noProof/>
            <w:webHidden/>
          </w:rPr>
          <w:tab/>
        </w:r>
        <w:r>
          <w:rPr>
            <w:noProof/>
            <w:webHidden/>
          </w:rPr>
          <w:fldChar w:fldCharType="begin"/>
        </w:r>
        <w:r>
          <w:rPr>
            <w:noProof/>
            <w:webHidden/>
          </w:rPr>
          <w:instrText xml:space="preserve"> PAGEREF _Toc124336957 \h </w:instrText>
        </w:r>
        <w:r>
          <w:rPr>
            <w:noProof/>
            <w:webHidden/>
          </w:rPr>
        </w:r>
        <w:r>
          <w:rPr>
            <w:noProof/>
            <w:webHidden/>
          </w:rPr>
          <w:fldChar w:fldCharType="separate"/>
        </w:r>
        <w:r w:rsidR="00F14172">
          <w:rPr>
            <w:noProof/>
            <w:webHidden/>
          </w:rPr>
          <w:t>21</w:t>
        </w:r>
        <w:r>
          <w:rPr>
            <w:noProof/>
            <w:webHidden/>
          </w:rPr>
          <w:fldChar w:fldCharType="end"/>
        </w:r>
      </w:hyperlink>
    </w:p>
    <w:p w14:paraId="4913570D" w14:textId="1D828AB5" w:rsidR="005B3068" w:rsidRDefault="005B3068">
      <w:pPr>
        <w:pStyle w:val="Obsah1"/>
        <w:rPr>
          <w:rFonts w:eastAsiaTheme="minorEastAsia"/>
          <w:caps w:val="0"/>
          <w:noProof/>
          <w:sz w:val="22"/>
          <w:szCs w:val="22"/>
          <w:lang w:eastAsia="cs-CZ"/>
        </w:rPr>
      </w:pPr>
      <w:hyperlink w:anchor="_Toc124336958" w:history="1">
        <w:r w:rsidRPr="00124A5B">
          <w:rPr>
            <w:rStyle w:val="Hypertextovodkaz"/>
          </w:rPr>
          <w:t>11.</w:t>
        </w:r>
        <w:r>
          <w:rPr>
            <w:rFonts w:eastAsiaTheme="minorEastAsia"/>
            <w:caps w:val="0"/>
            <w:noProof/>
            <w:sz w:val="22"/>
            <w:szCs w:val="22"/>
            <w:lang w:eastAsia="cs-CZ"/>
          </w:rPr>
          <w:tab/>
        </w:r>
        <w:r w:rsidRPr="00124A5B">
          <w:rPr>
            <w:rStyle w:val="Hypertextovodkaz"/>
          </w:rPr>
          <w:t>OBSAH a PODÁVÁNÍ NABÍDEK</w:t>
        </w:r>
        <w:r>
          <w:rPr>
            <w:noProof/>
            <w:webHidden/>
          </w:rPr>
          <w:tab/>
        </w:r>
        <w:r>
          <w:rPr>
            <w:noProof/>
            <w:webHidden/>
          </w:rPr>
          <w:fldChar w:fldCharType="begin"/>
        </w:r>
        <w:r>
          <w:rPr>
            <w:noProof/>
            <w:webHidden/>
          </w:rPr>
          <w:instrText xml:space="preserve"> PAGEREF _Toc124336958 \h </w:instrText>
        </w:r>
        <w:r>
          <w:rPr>
            <w:noProof/>
            <w:webHidden/>
          </w:rPr>
        </w:r>
        <w:r>
          <w:rPr>
            <w:noProof/>
            <w:webHidden/>
          </w:rPr>
          <w:fldChar w:fldCharType="separate"/>
        </w:r>
        <w:r w:rsidR="00F14172">
          <w:rPr>
            <w:noProof/>
            <w:webHidden/>
          </w:rPr>
          <w:t>21</w:t>
        </w:r>
        <w:r>
          <w:rPr>
            <w:noProof/>
            <w:webHidden/>
          </w:rPr>
          <w:fldChar w:fldCharType="end"/>
        </w:r>
      </w:hyperlink>
    </w:p>
    <w:p w14:paraId="05FF6E3C" w14:textId="64F49672" w:rsidR="005B3068" w:rsidRDefault="005B3068">
      <w:pPr>
        <w:pStyle w:val="Obsah1"/>
        <w:rPr>
          <w:rFonts w:eastAsiaTheme="minorEastAsia"/>
          <w:caps w:val="0"/>
          <w:noProof/>
          <w:sz w:val="22"/>
          <w:szCs w:val="22"/>
          <w:lang w:eastAsia="cs-CZ"/>
        </w:rPr>
      </w:pPr>
      <w:hyperlink w:anchor="_Toc124336959" w:history="1">
        <w:r w:rsidRPr="00124A5B">
          <w:rPr>
            <w:rStyle w:val="Hypertextovodkaz"/>
          </w:rPr>
          <w:t>12.</w:t>
        </w:r>
        <w:r>
          <w:rPr>
            <w:rFonts w:eastAsiaTheme="minorEastAsia"/>
            <w:caps w:val="0"/>
            <w:noProof/>
            <w:sz w:val="22"/>
            <w:szCs w:val="22"/>
            <w:lang w:eastAsia="cs-CZ"/>
          </w:rPr>
          <w:tab/>
        </w:r>
        <w:r w:rsidRPr="00124A5B">
          <w:rPr>
            <w:rStyle w:val="Hypertextovodkaz"/>
          </w:rPr>
          <w:t>POŽADAVKY NA ZPRACOVÁNÍ NABÍDKOVÉ CENY</w:t>
        </w:r>
        <w:r>
          <w:rPr>
            <w:noProof/>
            <w:webHidden/>
          </w:rPr>
          <w:tab/>
        </w:r>
        <w:r>
          <w:rPr>
            <w:noProof/>
            <w:webHidden/>
          </w:rPr>
          <w:fldChar w:fldCharType="begin"/>
        </w:r>
        <w:r>
          <w:rPr>
            <w:noProof/>
            <w:webHidden/>
          </w:rPr>
          <w:instrText xml:space="preserve"> PAGEREF _Toc124336959 \h </w:instrText>
        </w:r>
        <w:r>
          <w:rPr>
            <w:noProof/>
            <w:webHidden/>
          </w:rPr>
        </w:r>
        <w:r>
          <w:rPr>
            <w:noProof/>
            <w:webHidden/>
          </w:rPr>
          <w:fldChar w:fldCharType="separate"/>
        </w:r>
        <w:r w:rsidR="00F14172">
          <w:rPr>
            <w:noProof/>
            <w:webHidden/>
          </w:rPr>
          <w:t>23</w:t>
        </w:r>
        <w:r>
          <w:rPr>
            <w:noProof/>
            <w:webHidden/>
          </w:rPr>
          <w:fldChar w:fldCharType="end"/>
        </w:r>
      </w:hyperlink>
    </w:p>
    <w:p w14:paraId="3334A57A" w14:textId="2B03BC93" w:rsidR="005B3068" w:rsidRDefault="005B3068">
      <w:pPr>
        <w:pStyle w:val="Obsah1"/>
        <w:rPr>
          <w:rFonts w:eastAsiaTheme="minorEastAsia"/>
          <w:caps w:val="0"/>
          <w:noProof/>
          <w:sz w:val="22"/>
          <w:szCs w:val="22"/>
          <w:lang w:eastAsia="cs-CZ"/>
        </w:rPr>
      </w:pPr>
      <w:hyperlink w:anchor="_Toc124336960" w:history="1">
        <w:r w:rsidRPr="00124A5B">
          <w:rPr>
            <w:rStyle w:val="Hypertextovodkaz"/>
          </w:rPr>
          <w:t>13.</w:t>
        </w:r>
        <w:r>
          <w:rPr>
            <w:rFonts w:eastAsiaTheme="minorEastAsia"/>
            <w:caps w:val="0"/>
            <w:noProof/>
            <w:sz w:val="22"/>
            <w:szCs w:val="22"/>
            <w:lang w:eastAsia="cs-CZ"/>
          </w:rPr>
          <w:tab/>
        </w:r>
        <w:r w:rsidRPr="00124A5B">
          <w:rPr>
            <w:rStyle w:val="Hypertextovodkaz"/>
          </w:rPr>
          <w:t>VARIANTY NABÍDKY</w:t>
        </w:r>
        <w:r>
          <w:rPr>
            <w:noProof/>
            <w:webHidden/>
          </w:rPr>
          <w:tab/>
        </w:r>
        <w:r>
          <w:rPr>
            <w:noProof/>
            <w:webHidden/>
          </w:rPr>
          <w:fldChar w:fldCharType="begin"/>
        </w:r>
        <w:r>
          <w:rPr>
            <w:noProof/>
            <w:webHidden/>
          </w:rPr>
          <w:instrText xml:space="preserve"> PAGEREF _Toc124336960 \h </w:instrText>
        </w:r>
        <w:r>
          <w:rPr>
            <w:noProof/>
            <w:webHidden/>
          </w:rPr>
        </w:r>
        <w:r>
          <w:rPr>
            <w:noProof/>
            <w:webHidden/>
          </w:rPr>
          <w:fldChar w:fldCharType="separate"/>
        </w:r>
        <w:r w:rsidR="00F14172">
          <w:rPr>
            <w:noProof/>
            <w:webHidden/>
          </w:rPr>
          <w:t>23</w:t>
        </w:r>
        <w:r>
          <w:rPr>
            <w:noProof/>
            <w:webHidden/>
          </w:rPr>
          <w:fldChar w:fldCharType="end"/>
        </w:r>
      </w:hyperlink>
    </w:p>
    <w:p w14:paraId="05BCFD36" w14:textId="6E0B0A67" w:rsidR="005B3068" w:rsidRDefault="005B3068">
      <w:pPr>
        <w:pStyle w:val="Obsah1"/>
        <w:rPr>
          <w:rFonts w:eastAsiaTheme="minorEastAsia"/>
          <w:caps w:val="0"/>
          <w:noProof/>
          <w:sz w:val="22"/>
          <w:szCs w:val="22"/>
          <w:lang w:eastAsia="cs-CZ"/>
        </w:rPr>
      </w:pPr>
      <w:hyperlink w:anchor="_Toc124336961" w:history="1">
        <w:r w:rsidRPr="00124A5B">
          <w:rPr>
            <w:rStyle w:val="Hypertextovodkaz"/>
          </w:rPr>
          <w:t>14.</w:t>
        </w:r>
        <w:r>
          <w:rPr>
            <w:rFonts w:eastAsiaTheme="minorEastAsia"/>
            <w:caps w:val="0"/>
            <w:noProof/>
            <w:sz w:val="22"/>
            <w:szCs w:val="22"/>
            <w:lang w:eastAsia="cs-CZ"/>
          </w:rPr>
          <w:tab/>
        </w:r>
        <w:r w:rsidRPr="00124A5B">
          <w:rPr>
            <w:rStyle w:val="Hypertextovodkaz"/>
          </w:rPr>
          <w:t>OTEVÍRÁNÍ NABÍDEK</w:t>
        </w:r>
        <w:r>
          <w:rPr>
            <w:noProof/>
            <w:webHidden/>
          </w:rPr>
          <w:tab/>
        </w:r>
        <w:r>
          <w:rPr>
            <w:noProof/>
            <w:webHidden/>
          </w:rPr>
          <w:fldChar w:fldCharType="begin"/>
        </w:r>
        <w:r>
          <w:rPr>
            <w:noProof/>
            <w:webHidden/>
          </w:rPr>
          <w:instrText xml:space="preserve"> PAGEREF _Toc124336961 \h </w:instrText>
        </w:r>
        <w:r>
          <w:rPr>
            <w:noProof/>
            <w:webHidden/>
          </w:rPr>
        </w:r>
        <w:r>
          <w:rPr>
            <w:noProof/>
            <w:webHidden/>
          </w:rPr>
          <w:fldChar w:fldCharType="separate"/>
        </w:r>
        <w:r w:rsidR="00F14172">
          <w:rPr>
            <w:noProof/>
            <w:webHidden/>
          </w:rPr>
          <w:t>23</w:t>
        </w:r>
        <w:r>
          <w:rPr>
            <w:noProof/>
            <w:webHidden/>
          </w:rPr>
          <w:fldChar w:fldCharType="end"/>
        </w:r>
      </w:hyperlink>
    </w:p>
    <w:p w14:paraId="3E4AA376" w14:textId="2DBB2CA2" w:rsidR="005B3068" w:rsidRDefault="005B3068">
      <w:pPr>
        <w:pStyle w:val="Obsah1"/>
        <w:rPr>
          <w:rFonts w:eastAsiaTheme="minorEastAsia"/>
          <w:caps w:val="0"/>
          <w:noProof/>
          <w:sz w:val="22"/>
          <w:szCs w:val="22"/>
          <w:lang w:eastAsia="cs-CZ"/>
        </w:rPr>
      </w:pPr>
      <w:hyperlink w:anchor="_Toc124336962" w:history="1">
        <w:r w:rsidRPr="00124A5B">
          <w:rPr>
            <w:rStyle w:val="Hypertextovodkaz"/>
          </w:rPr>
          <w:t>15.</w:t>
        </w:r>
        <w:r>
          <w:rPr>
            <w:rFonts w:eastAsiaTheme="minorEastAsia"/>
            <w:caps w:val="0"/>
            <w:noProof/>
            <w:sz w:val="22"/>
            <w:szCs w:val="22"/>
            <w:lang w:eastAsia="cs-CZ"/>
          </w:rPr>
          <w:tab/>
        </w:r>
        <w:r w:rsidRPr="00124A5B">
          <w:rPr>
            <w:rStyle w:val="Hypertextovodkaz"/>
          </w:rPr>
          <w:t>POSOUZENÍ SPLNĚNÍ PODMÍNEK ÚČASTI</w:t>
        </w:r>
        <w:r>
          <w:rPr>
            <w:noProof/>
            <w:webHidden/>
          </w:rPr>
          <w:tab/>
        </w:r>
        <w:r>
          <w:rPr>
            <w:noProof/>
            <w:webHidden/>
          </w:rPr>
          <w:fldChar w:fldCharType="begin"/>
        </w:r>
        <w:r>
          <w:rPr>
            <w:noProof/>
            <w:webHidden/>
          </w:rPr>
          <w:instrText xml:space="preserve"> PAGEREF _Toc124336962 \h </w:instrText>
        </w:r>
        <w:r>
          <w:rPr>
            <w:noProof/>
            <w:webHidden/>
          </w:rPr>
        </w:r>
        <w:r>
          <w:rPr>
            <w:noProof/>
            <w:webHidden/>
          </w:rPr>
          <w:fldChar w:fldCharType="separate"/>
        </w:r>
        <w:r w:rsidR="00F14172">
          <w:rPr>
            <w:noProof/>
            <w:webHidden/>
          </w:rPr>
          <w:t>23</w:t>
        </w:r>
        <w:r>
          <w:rPr>
            <w:noProof/>
            <w:webHidden/>
          </w:rPr>
          <w:fldChar w:fldCharType="end"/>
        </w:r>
      </w:hyperlink>
    </w:p>
    <w:p w14:paraId="506DAB1A" w14:textId="6514ECA3" w:rsidR="005B3068" w:rsidRDefault="005B3068">
      <w:pPr>
        <w:pStyle w:val="Obsah1"/>
        <w:rPr>
          <w:rFonts w:eastAsiaTheme="minorEastAsia"/>
          <w:caps w:val="0"/>
          <w:noProof/>
          <w:sz w:val="22"/>
          <w:szCs w:val="22"/>
          <w:lang w:eastAsia="cs-CZ"/>
        </w:rPr>
      </w:pPr>
      <w:hyperlink w:anchor="_Toc124336963" w:history="1">
        <w:r w:rsidRPr="00124A5B">
          <w:rPr>
            <w:rStyle w:val="Hypertextovodkaz"/>
          </w:rPr>
          <w:t>16.</w:t>
        </w:r>
        <w:r>
          <w:rPr>
            <w:rFonts w:eastAsiaTheme="minorEastAsia"/>
            <w:caps w:val="0"/>
            <w:noProof/>
            <w:sz w:val="22"/>
            <w:szCs w:val="22"/>
            <w:lang w:eastAsia="cs-CZ"/>
          </w:rPr>
          <w:tab/>
        </w:r>
        <w:r w:rsidRPr="00124A5B">
          <w:rPr>
            <w:rStyle w:val="Hypertextovodkaz"/>
          </w:rPr>
          <w:t>HODNOCENÍ NABÍDEK</w:t>
        </w:r>
        <w:r>
          <w:rPr>
            <w:noProof/>
            <w:webHidden/>
          </w:rPr>
          <w:tab/>
        </w:r>
        <w:r>
          <w:rPr>
            <w:noProof/>
            <w:webHidden/>
          </w:rPr>
          <w:fldChar w:fldCharType="begin"/>
        </w:r>
        <w:r>
          <w:rPr>
            <w:noProof/>
            <w:webHidden/>
          </w:rPr>
          <w:instrText xml:space="preserve"> PAGEREF _Toc124336963 \h </w:instrText>
        </w:r>
        <w:r>
          <w:rPr>
            <w:noProof/>
            <w:webHidden/>
          </w:rPr>
        </w:r>
        <w:r>
          <w:rPr>
            <w:noProof/>
            <w:webHidden/>
          </w:rPr>
          <w:fldChar w:fldCharType="separate"/>
        </w:r>
        <w:r w:rsidR="00F14172">
          <w:rPr>
            <w:noProof/>
            <w:webHidden/>
          </w:rPr>
          <w:t>24</w:t>
        </w:r>
        <w:r>
          <w:rPr>
            <w:noProof/>
            <w:webHidden/>
          </w:rPr>
          <w:fldChar w:fldCharType="end"/>
        </w:r>
      </w:hyperlink>
    </w:p>
    <w:p w14:paraId="1A49D7FE" w14:textId="64DE20EF" w:rsidR="005B3068" w:rsidRDefault="005B3068">
      <w:pPr>
        <w:pStyle w:val="Obsah1"/>
        <w:rPr>
          <w:rFonts w:eastAsiaTheme="minorEastAsia"/>
          <w:caps w:val="0"/>
          <w:noProof/>
          <w:sz w:val="22"/>
          <w:szCs w:val="22"/>
          <w:lang w:eastAsia="cs-CZ"/>
        </w:rPr>
      </w:pPr>
      <w:hyperlink w:anchor="_Toc124336964" w:history="1">
        <w:r w:rsidRPr="00124A5B">
          <w:rPr>
            <w:rStyle w:val="Hypertextovodkaz"/>
          </w:rPr>
          <w:t>17.</w:t>
        </w:r>
        <w:r>
          <w:rPr>
            <w:rFonts w:eastAsiaTheme="minorEastAsia"/>
            <w:caps w:val="0"/>
            <w:noProof/>
            <w:sz w:val="22"/>
            <w:szCs w:val="22"/>
            <w:lang w:eastAsia="cs-CZ"/>
          </w:rPr>
          <w:tab/>
        </w:r>
        <w:r w:rsidRPr="00124A5B">
          <w:rPr>
            <w:rStyle w:val="Hypertextovodkaz"/>
          </w:rPr>
          <w:t>ZRUŠENÍ ZADÁVACÍHO ŘÍZENÍ</w:t>
        </w:r>
        <w:r>
          <w:rPr>
            <w:noProof/>
            <w:webHidden/>
          </w:rPr>
          <w:tab/>
        </w:r>
        <w:r>
          <w:rPr>
            <w:noProof/>
            <w:webHidden/>
          </w:rPr>
          <w:fldChar w:fldCharType="begin"/>
        </w:r>
        <w:r>
          <w:rPr>
            <w:noProof/>
            <w:webHidden/>
          </w:rPr>
          <w:instrText xml:space="preserve"> PAGEREF _Toc124336964 \h </w:instrText>
        </w:r>
        <w:r>
          <w:rPr>
            <w:noProof/>
            <w:webHidden/>
          </w:rPr>
        </w:r>
        <w:r>
          <w:rPr>
            <w:noProof/>
            <w:webHidden/>
          </w:rPr>
          <w:fldChar w:fldCharType="separate"/>
        </w:r>
        <w:r w:rsidR="00F14172">
          <w:rPr>
            <w:noProof/>
            <w:webHidden/>
          </w:rPr>
          <w:t>29</w:t>
        </w:r>
        <w:r>
          <w:rPr>
            <w:noProof/>
            <w:webHidden/>
          </w:rPr>
          <w:fldChar w:fldCharType="end"/>
        </w:r>
      </w:hyperlink>
    </w:p>
    <w:p w14:paraId="1DEFF30F" w14:textId="486A0726" w:rsidR="005B3068" w:rsidRDefault="005B3068">
      <w:pPr>
        <w:pStyle w:val="Obsah1"/>
        <w:rPr>
          <w:rFonts w:eastAsiaTheme="minorEastAsia"/>
          <w:caps w:val="0"/>
          <w:noProof/>
          <w:sz w:val="22"/>
          <w:szCs w:val="22"/>
          <w:lang w:eastAsia="cs-CZ"/>
        </w:rPr>
      </w:pPr>
      <w:hyperlink w:anchor="_Toc124336965" w:history="1">
        <w:r w:rsidRPr="00124A5B">
          <w:rPr>
            <w:rStyle w:val="Hypertextovodkaz"/>
          </w:rPr>
          <w:t>18.</w:t>
        </w:r>
        <w:r>
          <w:rPr>
            <w:rFonts w:eastAsiaTheme="minorEastAsia"/>
            <w:caps w:val="0"/>
            <w:noProof/>
            <w:sz w:val="22"/>
            <w:szCs w:val="22"/>
            <w:lang w:eastAsia="cs-CZ"/>
          </w:rPr>
          <w:tab/>
        </w:r>
        <w:r w:rsidRPr="00124A5B">
          <w:rPr>
            <w:rStyle w:val="Hypertextovodkaz"/>
          </w:rPr>
          <w:t>UZAVŘENÍ SMLOUVY</w:t>
        </w:r>
        <w:r>
          <w:rPr>
            <w:noProof/>
            <w:webHidden/>
          </w:rPr>
          <w:tab/>
        </w:r>
        <w:r>
          <w:rPr>
            <w:noProof/>
            <w:webHidden/>
          </w:rPr>
          <w:fldChar w:fldCharType="begin"/>
        </w:r>
        <w:r>
          <w:rPr>
            <w:noProof/>
            <w:webHidden/>
          </w:rPr>
          <w:instrText xml:space="preserve"> PAGEREF _Toc124336965 \h </w:instrText>
        </w:r>
        <w:r>
          <w:rPr>
            <w:noProof/>
            <w:webHidden/>
          </w:rPr>
        </w:r>
        <w:r>
          <w:rPr>
            <w:noProof/>
            <w:webHidden/>
          </w:rPr>
          <w:fldChar w:fldCharType="separate"/>
        </w:r>
        <w:r w:rsidR="00F14172">
          <w:rPr>
            <w:noProof/>
            <w:webHidden/>
          </w:rPr>
          <w:t>29</w:t>
        </w:r>
        <w:r>
          <w:rPr>
            <w:noProof/>
            <w:webHidden/>
          </w:rPr>
          <w:fldChar w:fldCharType="end"/>
        </w:r>
      </w:hyperlink>
    </w:p>
    <w:p w14:paraId="194C3A61" w14:textId="0E083CF1" w:rsidR="005B3068" w:rsidRDefault="005B3068">
      <w:pPr>
        <w:pStyle w:val="Obsah1"/>
        <w:rPr>
          <w:rFonts w:eastAsiaTheme="minorEastAsia"/>
          <w:caps w:val="0"/>
          <w:noProof/>
          <w:sz w:val="22"/>
          <w:szCs w:val="22"/>
          <w:lang w:eastAsia="cs-CZ"/>
        </w:rPr>
      </w:pPr>
      <w:hyperlink w:anchor="_Toc124336966" w:history="1">
        <w:r w:rsidRPr="00124A5B">
          <w:rPr>
            <w:rStyle w:val="Hypertextovodkaz"/>
          </w:rPr>
          <w:t>19.</w:t>
        </w:r>
        <w:r>
          <w:rPr>
            <w:rFonts w:eastAsiaTheme="minorEastAsia"/>
            <w:caps w:val="0"/>
            <w:noProof/>
            <w:sz w:val="22"/>
            <w:szCs w:val="22"/>
            <w:lang w:eastAsia="cs-CZ"/>
          </w:rPr>
          <w:tab/>
        </w:r>
        <w:r w:rsidRPr="00124A5B">
          <w:rPr>
            <w:rStyle w:val="Hypertextovodkaz"/>
          </w:rPr>
          <w:t>OCHRANA INFORMACÍ</w:t>
        </w:r>
        <w:r>
          <w:rPr>
            <w:noProof/>
            <w:webHidden/>
          </w:rPr>
          <w:tab/>
        </w:r>
        <w:r>
          <w:rPr>
            <w:noProof/>
            <w:webHidden/>
          </w:rPr>
          <w:fldChar w:fldCharType="begin"/>
        </w:r>
        <w:r>
          <w:rPr>
            <w:noProof/>
            <w:webHidden/>
          </w:rPr>
          <w:instrText xml:space="preserve"> PAGEREF _Toc124336966 \h </w:instrText>
        </w:r>
        <w:r>
          <w:rPr>
            <w:noProof/>
            <w:webHidden/>
          </w:rPr>
        </w:r>
        <w:r>
          <w:rPr>
            <w:noProof/>
            <w:webHidden/>
          </w:rPr>
          <w:fldChar w:fldCharType="separate"/>
        </w:r>
        <w:r w:rsidR="00F14172">
          <w:rPr>
            <w:noProof/>
            <w:webHidden/>
          </w:rPr>
          <w:t>31</w:t>
        </w:r>
        <w:r>
          <w:rPr>
            <w:noProof/>
            <w:webHidden/>
          </w:rPr>
          <w:fldChar w:fldCharType="end"/>
        </w:r>
      </w:hyperlink>
    </w:p>
    <w:p w14:paraId="1C6849FF" w14:textId="1A3948B2" w:rsidR="005B3068" w:rsidRDefault="005B3068">
      <w:pPr>
        <w:pStyle w:val="Obsah1"/>
        <w:rPr>
          <w:rFonts w:eastAsiaTheme="minorEastAsia"/>
          <w:caps w:val="0"/>
          <w:noProof/>
          <w:sz w:val="22"/>
          <w:szCs w:val="22"/>
          <w:lang w:eastAsia="cs-CZ"/>
        </w:rPr>
      </w:pPr>
      <w:hyperlink w:anchor="_Toc124336967" w:history="1">
        <w:r w:rsidRPr="00124A5B">
          <w:rPr>
            <w:rStyle w:val="Hypertextovodkaz"/>
          </w:rPr>
          <w:t>20.</w:t>
        </w:r>
        <w:r>
          <w:rPr>
            <w:rFonts w:eastAsiaTheme="minorEastAsia"/>
            <w:caps w:val="0"/>
            <w:noProof/>
            <w:sz w:val="22"/>
            <w:szCs w:val="22"/>
            <w:lang w:eastAsia="cs-CZ"/>
          </w:rPr>
          <w:tab/>
        </w:r>
        <w:r w:rsidRPr="00124A5B">
          <w:rPr>
            <w:rStyle w:val="Hypertextovodkaz"/>
          </w:rPr>
          <w:t>ZADÁVACÍ LHŮTA A JISTOTA ZA NABÍDKU</w:t>
        </w:r>
        <w:r>
          <w:rPr>
            <w:noProof/>
            <w:webHidden/>
          </w:rPr>
          <w:tab/>
        </w:r>
        <w:r>
          <w:rPr>
            <w:noProof/>
            <w:webHidden/>
          </w:rPr>
          <w:fldChar w:fldCharType="begin"/>
        </w:r>
        <w:r>
          <w:rPr>
            <w:noProof/>
            <w:webHidden/>
          </w:rPr>
          <w:instrText xml:space="preserve"> PAGEREF _Toc124336967 \h </w:instrText>
        </w:r>
        <w:r>
          <w:rPr>
            <w:noProof/>
            <w:webHidden/>
          </w:rPr>
        </w:r>
        <w:r>
          <w:rPr>
            <w:noProof/>
            <w:webHidden/>
          </w:rPr>
          <w:fldChar w:fldCharType="separate"/>
        </w:r>
        <w:r w:rsidR="00F14172">
          <w:rPr>
            <w:noProof/>
            <w:webHidden/>
          </w:rPr>
          <w:t>31</w:t>
        </w:r>
        <w:r>
          <w:rPr>
            <w:noProof/>
            <w:webHidden/>
          </w:rPr>
          <w:fldChar w:fldCharType="end"/>
        </w:r>
      </w:hyperlink>
    </w:p>
    <w:p w14:paraId="67EB7C4C" w14:textId="6D707454" w:rsidR="005B3068" w:rsidRDefault="005B3068">
      <w:pPr>
        <w:pStyle w:val="Obsah1"/>
        <w:rPr>
          <w:rFonts w:eastAsiaTheme="minorEastAsia"/>
          <w:caps w:val="0"/>
          <w:noProof/>
          <w:sz w:val="22"/>
          <w:szCs w:val="22"/>
          <w:lang w:eastAsia="cs-CZ"/>
        </w:rPr>
      </w:pPr>
      <w:hyperlink w:anchor="_Toc124336968" w:history="1">
        <w:r w:rsidRPr="00124A5B">
          <w:rPr>
            <w:rStyle w:val="Hypertextovodkaz"/>
          </w:rPr>
          <w:t>21.</w:t>
        </w:r>
        <w:r>
          <w:rPr>
            <w:rFonts w:eastAsiaTheme="minorEastAsia"/>
            <w:caps w:val="0"/>
            <w:noProof/>
            <w:sz w:val="22"/>
            <w:szCs w:val="22"/>
            <w:lang w:eastAsia="cs-CZ"/>
          </w:rPr>
          <w:tab/>
        </w:r>
        <w:r w:rsidRPr="00124A5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_Toc124336968 \h </w:instrText>
        </w:r>
        <w:r>
          <w:rPr>
            <w:noProof/>
            <w:webHidden/>
          </w:rPr>
        </w:r>
        <w:r>
          <w:rPr>
            <w:noProof/>
            <w:webHidden/>
          </w:rPr>
          <w:fldChar w:fldCharType="separate"/>
        </w:r>
        <w:r w:rsidR="00F14172">
          <w:rPr>
            <w:noProof/>
            <w:webHidden/>
          </w:rPr>
          <w:t>32</w:t>
        </w:r>
        <w:r>
          <w:rPr>
            <w:noProof/>
            <w:webHidden/>
          </w:rPr>
          <w:fldChar w:fldCharType="end"/>
        </w:r>
      </w:hyperlink>
    </w:p>
    <w:p w14:paraId="500C6672" w14:textId="3D3CC6E3" w:rsidR="005B3068" w:rsidRDefault="005B3068">
      <w:pPr>
        <w:pStyle w:val="Obsah1"/>
        <w:rPr>
          <w:rFonts w:eastAsiaTheme="minorEastAsia"/>
          <w:caps w:val="0"/>
          <w:noProof/>
          <w:sz w:val="22"/>
          <w:szCs w:val="22"/>
          <w:lang w:eastAsia="cs-CZ"/>
        </w:rPr>
      </w:pPr>
      <w:hyperlink w:anchor="_Toc124336969" w:history="1">
        <w:r w:rsidRPr="00124A5B">
          <w:rPr>
            <w:rStyle w:val="Hypertextovodkaz"/>
          </w:rPr>
          <w:t>22.</w:t>
        </w:r>
        <w:r>
          <w:rPr>
            <w:rFonts w:eastAsiaTheme="minorEastAsia"/>
            <w:caps w:val="0"/>
            <w:noProof/>
            <w:sz w:val="22"/>
            <w:szCs w:val="22"/>
            <w:lang w:eastAsia="cs-CZ"/>
          </w:rPr>
          <w:tab/>
        </w:r>
        <w:r w:rsidRPr="00124A5B">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_Toc124336969 \h </w:instrText>
        </w:r>
        <w:r>
          <w:rPr>
            <w:noProof/>
            <w:webHidden/>
          </w:rPr>
        </w:r>
        <w:r>
          <w:rPr>
            <w:noProof/>
            <w:webHidden/>
          </w:rPr>
          <w:fldChar w:fldCharType="separate"/>
        </w:r>
        <w:r w:rsidR="00F14172">
          <w:rPr>
            <w:noProof/>
            <w:webHidden/>
          </w:rPr>
          <w:t>33</w:t>
        </w:r>
        <w:r>
          <w:rPr>
            <w:noProof/>
            <w:webHidden/>
          </w:rPr>
          <w:fldChar w:fldCharType="end"/>
        </w:r>
      </w:hyperlink>
    </w:p>
    <w:p w14:paraId="06C30067" w14:textId="1B46918A" w:rsidR="005B3068" w:rsidRDefault="005B3068">
      <w:pPr>
        <w:pStyle w:val="Obsah1"/>
        <w:rPr>
          <w:rFonts w:eastAsiaTheme="minorEastAsia"/>
          <w:caps w:val="0"/>
          <w:noProof/>
          <w:sz w:val="22"/>
          <w:szCs w:val="22"/>
          <w:lang w:eastAsia="cs-CZ"/>
        </w:rPr>
      </w:pPr>
      <w:hyperlink w:anchor="_Toc124336970" w:history="1">
        <w:r w:rsidRPr="00124A5B">
          <w:rPr>
            <w:rStyle w:val="Hypertextovodkaz"/>
          </w:rPr>
          <w:t>23.</w:t>
        </w:r>
        <w:r>
          <w:rPr>
            <w:rFonts w:eastAsiaTheme="minorEastAsia"/>
            <w:caps w:val="0"/>
            <w:noProof/>
            <w:sz w:val="22"/>
            <w:szCs w:val="22"/>
            <w:lang w:eastAsia="cs-CZ"/>
          </w:rPr>
          <w:tab/>
        </w:r>
        <w:r w:rsidRPr="00124A5B">
          <w:rPr>
            <w:rStyle w:val="Hypertextovodkaz"/>
          </w:rPr>
          <w:t>PŘÍLOHY TĚCHTO POKYNŮ</w:t>
        </w:r>
        <w:r>
          <w:rPr>
            <w:noProof/>
            <w:webHidden/>
          </w:rPr>
          <w:tab/>
        </w:r>
        <w:r>
          <w:rPr>
            <w:noProof/>
            <w:webHidden/>
          </w:rPr>
          <w:fldChar w:fldCharType="begin"/>
        </w:r>
        <w:r>
          <w:rPr>
            <w:noProof/>
            <w:webHidden/>
          </w:rPr>
          <w:instrText xml:space="preserve"> PAGEREF _Toc124336970 \h </w:instrText>
        </w:r>
        <w:r>
          <w:rPr>
            <w:noProof/>
            <w:webHidden/>
          </w:rPr>
        </w:r>
        <w:r>
          <w:rPr>
            <w:noProof/>
            <w:webHidden/>
          </w:rPr>
          <w:fldChar w:fldCharType="separate"/>
        </w:r>
        <w:r w:rsidR="00F14172">
          <w:rPr>
            <w:noProof/>
            <w:webHidden/>
          </w:rPr>
          <w:t>34</w:t>
        </w:r>
        <w:r>
          <w:rPr>
            <w:noProof/>
            <w:webHidden/>
          </w:rPr>
          <w:fldChar w:fldCharType="end"/>
        </w:r>
      </w:hyperlink>
    </w:p>
    <w:p w14:paraId="65620363" w14:textId="4FB1EDC5"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24336948"/>
      <w:r>
        <w:lastRenderedPageBreak/>
        <w:t>ÚVODNÍ USTANOVENÍ</w:t>
      </w:r>
      <w:bookmarkEnd w:id="4"/>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2433694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58BBD67F" w:rsidR="0035531B" w:rsidRDefault="0035531B" w:rsidP="00F6722E">
      <w:pPr>
        <w:pStyle w:val="Textbezslovn"/>
        <w:spacing w:after="0"/>
        <w:ind w:left="2127" w:hanging="1390"/>
      </w:pPr>
      <w:r>
        <w:t xml:space="preserve">zastoupená: </w:t>
      </w:r>
      <w:r>
        <w:tab/>
      </w:r>
      <w:r w:rsidRPr="000174E8">
        <w:t xml:space="preserve">Ing. </w:t>
      </w:r>
      <w:r w:rsidR="00F6722E">
        <w:t>Petrem Hofhanzlem, ředitelem Stavební správy západ</w:t>
      </w:r>
    </w:p>
    <w:p w14:paraId="68ED8CDC" w14:textId="77777777" w:rsidR="0035531B" w:rsidRDefault="0035531B" w:rsidP="0035531B">
      <w:pPr>
        <w:pStyle w:val="Nadpis1-1"/>
      </w:pPr>
      <w:bookmarkStart w:id="6" w:name="_Toc124336950"/>
      <w:r>
        <w:lastRenderedPageBreak/>
        <w:t>KOMUNIKACE MEZI ZADAVATELEM</w:t>
      </w:r>
      <w:r w:rsidR="00845C50">
        <w:t xml:space="preserve"> a </w:t>
      </w:r>
      <w:r>
        <w:t>DODAVATELEM</w:t>
      </w:r>
      <w:bookmarkEnd w:id="6"/>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03B8EC19" w:rsidR="0035531B" w:rsidRDefault="0035531B" w:rsidP="0035531B">
      <w:pPr>
        <w:pStyle w:val="Text1-1"/>
      </w:pPr>
      <w:r>
        <w:t>Kontaktní osobou zadavatele pro zadávací řízení je:</w:t>
      </w:r>
      <w:r w:rsidR="00F6722E">
        <w:t xml:space="preserve"> Helena Baštářová</w:t>
      </w:r>
    </w:p>
    <w:p w14:paraId="3742BD0D" w14:textId="77777777" w:rsidR="00F6722E" w:rsidRDefault="00F6722E" w:rsidP="00F6722E">
      <w:pPr>
        <w:pStyle w:val="Textbezslovn"/>
        <w:spacing w:after="0"/>
      </w:pPr>
      <w:r>
        <w:t xml:space="preserve">telefon: </w:t>
      </w:r>
      <w:r>
        <w:tab/>
        <w:t xml:space="preserve">724 129 033 </w:t>
      </w:r>
    </w:p>
    <w:p w14:paraId="165B72CB" w14:textId="77777777" w:rsidR="00F6722E" w:rsidRDefault="00F6722E" w:rsidP="00F6722E">
      <w:pPr>
        <w:pStyle w:val="Textbezslovn"/>
        <w:spacing w:after="0"/>
      </w:pPr>
      <w:r>
        <w:t xml:space="preserve">e-mail: </w:t>
      </w:r>
      <w:r>
        <w:tab/>
        <w:t>bastarova@spravazeleznic.cz</w:t>
      </w:r>
    </w:p>
    <w:p w14:paraId="7FB1DCFA" w14:textId="77777777" w:rsidR="00F6722E" w:rsidRDefault="00F6722E" w:rsidP="00F6722E">
      <w:pPr>
        <w:pStyle w:val="Textbezslovn"/>
        <w:spacing w:after="0"/>
      </w:pPr>
      <w:r>
        <w:t xml:space="preserve">adresa: </w:t>
      </w:r>
      <w:r>
        <w:tab/>
      </w:r>
    </w:p>
    <w:p w14:paraId="65776FE9" w14:textId="77777777" w:rsidR="00F6722E" w:rsidRDefault="00F6722E" w:rsidP="00F6722E">
      <w:pPr>
        <w:pStyle w:val="Textbezslovn"/>
        <w:spacing w:after="0"/>
      </w:pPr>
      <w:r>
        <w:t>Správa železnic, státní organizace</w:t>
      </w:r>
    </w:p>
    <w:p w14:paraId="320D18AF" w14:textId="77777777" w:rsidR="00F6722E" w:rsidRDefault="00F6722E" w:rsidP="00F6722E">
      <w:pPr>
        <w:pStyle w:val="Textbezslovn"/>
        <w:spacing w:after="0"/>
      </w:pPr>
      <w:r>
        <w:t>Stavební správa západ</w:t>
      </w:r>
    </w:p>
    <w:p w14:paraId="3B78BFA6" w14:textId="77777777" w:rsidR="00F6722E" w:rsidRDefault="00F6722E" w:rsidP="00F6722E">
      <w:pPr>
        <w:pStyle w:val="Textbezslovn"/>
        <w:spacing w:after="0"/>
      </w:pPr>
      <w:r w:rsidRPr="00F4184B">
        <w:t>Budova Diamond Point, Ke Štvanici 656/3</w:t>
      </w:r>
    </w:p>
    <w:p w14:paraId="225D277C" w14:textId="77777777" w:rsidR="00F6722E" w:rsidRDefault="00F6722E" w:rsidP="00F6722E">
      <w:pPr>
        <w:pStyle w:val="Textbezslovn"/>
        <w:spacing w:after="0"/>
      </w:pPr>
      <w:r w:rsidRPr="00F4184B">
        <w:t>186 00 Praha 8 – Karlín</w:t>
      </w:r>
    </w:p>
    <w:p w14:paraId="020F179B" w14:textId="77777777" w:rsidR="0035531B" w:rsidRDefault="0035531B" w:rsidP="0035531B">
      <w:pPr>
        <w:pStyle w:val="Nadpis1-1"/>
      </w:pPr>
      <w:bookmarkStart w:id="7" w:name="_Toc12433695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2A13EB3F" w14:textId="21E636F4" w:rsidR="00F6722E" w:rsidRDefault="00F6722E" w:rsidP="0035531B">
      <w:pPr>
        <w:pStyle w:val="Textbezslovn"/>
        <w:rPr>
          <w:highlight w:val="green"/>
        </w:rPr>
      </w:pPr>
      <w:r w:rsidRPr="00F6722E">
        <w:t>Cílem díla je zvýšení kvality odbavení cestujících v oblasti osobní dopravy a dosažení standardů evropských železnic. Současně se stavbou</w:t>
      </w:r>
      <w:r>
        <w:t xml:space="preserve"> budou nahrazena</w:t>
      </w:r>
      <w:r w:rsidRPr="00F6722E">
        <w:t xml:space="preserve"> či </w:t>
      </w:r>
      <w:r>
        <w:t>uvedena</w:t>
      </w:r>
      <w:r w:rsidRPr="00F6722E">
        <w:t xml:space="preserve"> do požadovaného normového stavu také některá další dožitá nebo funkčně již nevyhovující provozní zařízení a objekty. Hlavní přínos stavby je především výrazné zvýšení kultury pro pobyt cestující veřejnosti a snížení provozních nákladů.</w:t>
      </w:r>
    </w:p>
    <w:p w14:paraId="4CB912C2" w14:textId="77777777" w:rsidR="0035531B" w:rsidRDefault="0035531B" w:rsidP="0035531B">
      <w:pPr>
        <w:pStyle w:val="Text1-1"/>
      </w:pPr>
      <w:r>
        <w:t>Předmět plnění veřejné zakázky</w:t>
      </w:r>
    </w:p>
    <w:p w14:paraId="00AE4A22" w14:textId="77777777" w:rsidR="00F6722E" w:rsidRPr="00DB43ED" w:rsidRDefault="00F6722E" w:rsidP="00F6722E">
      <w:pPr>
        <w:pStyle w:val="Odstavec1-1a"/>
        <w:numPr>
          <w:ilvl w:val="0"/>
          <w:numId w:val="7"/>
        </w:numPr>
        <w:spacing w:after="80"/>
      </w:pPr>
      <w:r w:rsidRPr="000745E4">
        <w:rPr>
          <w:b/>
        </w:rPr>
        <w:t>Zhotovení Projektové d</w:t>
      </w:r>
      <w:r w:rsidRPr="000745E4">
        <w:rPr>
          <w:rStyle w:val="Tun"/>
        </w:rPr>
        <w:t xml:space="preserve">okumentace pro společné povolení, </w:t>
      </w:r>
      <w:r w:rsidRPr="000745E4">
        <w:rPr>
          <w:rStyle w:val="Tun"/>
          <w:b w:val="0"/>
        </w:rPr>
        <w:t xml:space="preserve">která specifikuje předmět Díla v takovém rozsahu, aby ji bylo možno </w:t>
      </w:r>
      <w:r w:rsidRPr="00DB43ED">
        <w:rPr>
          <w:rStyle w:val="Tun"/>
          <w:b w:val="0"/>
        </w:rPr>
        <w:t>projednat ve společném stavebním a územním řízení, získat pravomocné společné povolení</w:t>
      </w:r>
      <w:r w:rsidRPr="00DB43ED">
        <w:t>, včetně notifikace autorizovanou osobou, zajištění výkonu Autorského dozoru při zhotovení stavby a</w:t>
      </w:r>
      <w:r>
        <w:t> </w:t>
      </w:r>
      <w:r w:rsidRPr="00DB43ED">
        <w:t>činností koordinátora BOZP při práci na staveništi ve fázi přípravy včetně zpracování plánu BOZP na staveništi a manuálu údržby.</w:t>
      </w:r>
    </w:p>
    <w:p w14:paraId="395EB6D2" w14:textId="77777777" w:rsidR="00F6722E" w:rsidRPr="00DB43ED" w:rsidRDefault="00F6722E" w:rsidP="00F6722E">
      <w:pPr>
        <w:pStyle w:val="Odstavec1-1a"/>
        <w:numPr>
          <w:ilvl w:val="0"/>
          <w:numId w:val="7"/>
        </w:numPr>
        <w:spacing w:after="80"/>
      </w:pPr>
      <w:r w:rsidRPr="00DB43ED">
        <w:rPr>
          <w:rStyle w:val="Tun"/>
        </w:rPr>
        <w:t>Zpracování a podání žádosti o</w:t>
      </w:r>
      <w:r w:rsidRPr="00DB43ED">
        <w:t xml:space="preserve"> </w:t>
      </w:r>
      <w:r w:rsidRPr="00DB43ED">
        <w:rPr>
          <w:rStyle w:val="Tun"/>
        </w:rPr>
        <w:t>vydání společného povolení</w:t>
      </w:r>
      <w:r w:rsidRPr="000745E4">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w:t>
      </w:r>
      <w:r w:rsidRPr="00DB43ED">
        <w:t>rozhodnutí do nabytí jejich právní moci (v případě odevzdání neúplné žádosti, přerušení z důvodů chybějících nebo vadně zpracovaných podkladů se jedná o vadu Díla).</w:t>
      </w:r>
    </w:p>
    <w:p w14:paraId="0198602C" w14:textId="51818A07" w:rsidR="00F6722E" w:rsidRDefault="00F6722E" w:rsidP="00F6722E">
      <w:pPr>
        <w:pStyle w:val="Odstavec1-1a"/>
        <w:numPr>
          <w:ilvl w:val="0"/>
          <w:numId w:val="7"/>
        </w:numPr>
        <w:spacing w:after="80"/>
      </w:pPr>
      <w:r w:rsidRPr="00DB43ED">
        <w:rPr>
          <w:b/>
        </w:rPr>
        <w:t>Zhotovení Projektové d</w:t>
      </w:r>
      <w:r w:rsidRPr="00DB43ED">
        <w:rPr>
          <w:rStyle w:val="Tun"/>
        </w:rPr>
        <w:t>okumentace pro provádění stavby</w:t>
      </w:r>
      <w:r w:rsidRPr="00DB43ED">
        <w:t>, která rozpracuje a vymezí požadavky na stavbu do podrobností, které specifikují</w:t>
      </w:r>
      <w:r w:rsidRPr="00745AE7">
        <w:t xml:space="preserve"> předmět </w:t>
      </w:r>
      <w:r>
        <w:t xml:space="preserve">Díla </w:t>
      </w:r>
      <w:r w:rsidRPr="00745AE7">
        <w:t>v takovém rozsahu, aby byla podkladem pro výběrové řízení na zhotovení stavby</w:t>
      </w:r>
      <w:r>
        <w:t>.</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E018F94" w:rsidR="00652EFD" w:rsidRDefault="00652EFD" w:rsidP="00652EFD">
      <w:pPr>
        <w:pStyle w:val="Text1-1"/>
        <w:numPr>
          <w:ilvl w:val="0"/>
          <w:numId w:val="0"/>
        </w:numPr>
        <w:spacing w:after="0"/>
        <w:ind w:left="737"/>
      </w:pPr>
      <w:r>
        <w:lastRenderedPageBreak/>
        <w:t>kód CPV 71248000-8 Dohled nad projektem a dokumentací</w:t>
      </w:r>
    </w:p>
    <w:p w14:paraId="4CEE0F0F" w14:textId="77777777" w:rsidR="00F6722E" w:rsidRDefault="00F6722E" w:rsidP="00652EFD">
      <w:pPr>
        <w:pStyle w:val="Text1-1"/>
        <w:numPr>
          <w:ilvl w:val="0"/>
          <w:numId w:val="0"/>
        </w:numPr>
        <w:spacing w:after="0"/>
        <w:ind w:left="737"/>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24336952"/>
      <w:r>
        <w:t>ZDROJE FINANCOVÁNÍ</w:t>
      </w:r>
      <w:r w:rsidR="00845C50">
        <w:t xml:space="preserve"> a </w:t>
      </w:r>
      <w:r>
        <w:t>PŘEDPOKLÁDANÁ HODNOTA VEŘEJNÉ ZAKÁZKY</w:t>
      </w:r>
      <w:bookmarkEnd w:id="8"/>
    </w:p>
    <w:p w14:paraId="7832C094" w14:textId="19BD8AC8"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778AB581" w:rsidR="0035531B" w:rsidRDefault="0035531B" w:rsidP="0035531B">
      <w:pPr>
        <w:pStyle w:val="Text1-1"/>
      </w:pPr>
      <w:r>
        <w:t>Předpokládaná hodnota veřejné zakázky činí</w:t>
      </w:r>
      <w:r w:rsidR="00F6722E">
        <w:t xml:space="preserve"> </w:t>
      </w:r>
      <w:r w:rsidR="00F6722E" w:rsidRPr="00F6722E">
        <w:rPr>
          <w:b/>
        </w:rPr>
        <w:t>16 987 471,-</w:t>
      </w:r>
      <w:r>
        <w:t xml:space="preserve"> </w:t>
      </w:r>
      <w:r w:rsidRPr="00EB138E">
        <w:rPr>
          <w:b/>
        </w:rPr>
        <w:t>Kč</w:t>
      </w:r>
      <w:r>
        <w:t xml:space="preserve"> (bez DPH).</w:t>
      </w:r>
    </w:p>
    <w:p w14:paraId="4E32F28B" w14:textId="77777777" w:rsidR="0035531B" w:rsidRDefault="0035531B" w:rsidP="006F6B09">
      <w:pPr>
        <w:pStyle w:val="Nadpis1-1"/>
      </w:pPr>
      <w:bookmarkStart w:id="9" w:name="_Toc124336953"/>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67552222" w14:textId="71175C6E" w:rsidR="00F6722E" w:rsidRDefault="00F6722E" w:rsidP="00ED116C">
      <w:pPr>
        <w:pStyle w:val="Text1-1"/>
        <w:numPr>
          <w:ilvl w:val="0"/>
          <w:numId w:val="0"/>
        </w:numPr>
        <w:ind w:left="737"/>
        <w:rPr>
          <w:highlight w:val="green"/>
        </w:rPr>
      </w:pPr>
      <w:r>
        <w:t xml:space="preserve">               </w:t>
      </w:r>
      <w:r w:rsidRPr="00F6722E">
        <w:t>Záměr projektu „Rekonstrukce ŽST Nový Bor“</w:t>
      </w:r>
    </w:p>
    <w:p w14:paraId="49793BFC" w14:textId="041C1543" w:rsidR="005A3D2F" w:rsidRPr="00F6722E"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4468633D" w14:textId="77777777" w:rsidR="00F6722E" w:rsidRPr="001954B0" w:rsidRDefault="00F6722E" w:rsidP="00F6722E">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46442EF" w14:textId="77777777" w:rsidR="00F6722E" w:rsidRDefault="00ED116C" w:rsidP="0035531B">
      <w:pPr>
        <w:pStyle w:val="Text1-1"/>
      </w:pPr>
      <w:r w:rsidRPr="00ED116C">
        <w:t>Zadavatel sděluje, že následující části zadávací dokumentace vypracovala osoba odlišná od zadavatele, a to:</w:t>
      </w:r>
    </w:p>
    <w:p w14:paraId="7EBDEC52" w14:textId="666DFC07" w:rsidR="00F6722E" w:rsidRDefault="00F6722E" w:rsidP="00F6722E">
      <w:pPr>
        <w:pStyle w:val="Text1-1"/>
        <w:numPr>
          <w:ilvl w:val="0"/>
          <w:numId w:val="0"/>
        </w:numPr>
        <w:ind w:left="737"/>
      </w:pPr>
      <w:r w:rsidRPr="00F6722E">
        <w:t>Záměr projektu „Rekonstrukce ŽST Nový Bor“, zpracovatel</w:t>
      </w:r>
      <w:r w:rsidR="00C651B8">
        <w:t xml:space="preserve"> společnost VALBEK – PRODEX, </w:t>
      </w:r>
      <w:r w:rsidRPr="00F6722E">
        <w:t xml:space="preserve">Valbek, spol. s.r.o., </w:t>
      </w:r>
      <w:r w:rsidR="00C651B8">
        <w:t xml:space="preserve">Vaňurova 505/17, 460 07 Liberec, IČO: 48266230, VALBEK </w:t>
      </w:r>
      <w:r w:rsidR="005770B8">
        <w:t xml:space="preserve">&amp;PRODEX spol. s r.o., Rusovská cesta 16, 851 01 Bratislava, odštěpný závod PRODEX spol. s r.o., organizační složka, V Olšinách 2300/75, 100 00 Praha 10, </w:t>
      </w:r>
      <w:r w:rsidRPr="00F6722E">
        <w:t>03/2022</w:t>
      </w:r>
      <w:r w:rsidR="00CC5DC9">
        <w:t>.</w:t>
      </w:r>
    </w:p>
    <w:p w14:paraId="67374DC9" w14:textId="77777777" w:rsidR="0035531B" w:rsidRDefault="0035531B" w:rsidP="0035531B">
      <w:pPr>
        <w:pStyle w:val="Text1-1"/>
      </w:pPr>
      <w:r>
        <w:lastRenderedPageBreak/>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24336954"/>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24336955"/>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Pr="00E32A79"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w:t>
      </w:r>
      <w:r w:rsidRPr="00E32A79">
        <w:t xml:space="preserve">následující činnosti: </w:t>
      </w:r>
    </w:p>
    <w:p w14:paraId="1ED849B3" w14:textId="77777777" w:rsidR="001D6E71" w:rsidRPr="00E32A79" w:rsidRDefault="001D6E71" w:rsidP="00BD5A0E">
      <w:pPr>
        <w:pStyle w:val="Odrka1-2-"/>
        <w:spacing w:after="0"/>
      </w:pPr>
      <w:r w:rsidRPr="00E32A79">
        <w:t>projektovou činnost ve výstavbě</w:t>
      </w:r>
    </w:p>
    <w:p w14:paraId="55A0FBDD" w14:textId="622F7FA2" w:rsidR="007B592C" w:rsidRDefault="001D6E71" w:rsidP="00BD5A0E">
      <w:pPr>
        <w:pStyle w:val="Odrka1-2-"/>
        <w:spacing w:after="0"/>
      </w:pPr>
      <w:r w:rsidRPr="00E32A79">
        <w:t>geologické práce</w:t>
      </w:r>
      <w:r w:rsidR="00E32A79" w:rsidRPr="00E32A79">
        <w:t>.</w:t>
      </w:r>
    </w:p>
    <w:p w14:paraId="53405500" w14:textId="77777777" w:rsidR="005C1A02" w:rsidRPr="00E32A79" w:rsidRDefault="005C1A02" w:rsidP="00433C5F">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50EEA724" w:rsidR="00BD5A0E" w:rsidRPr="00E32A79" w:rsidRDefault="00BD5A0E" w:rsidP="00BD5A0E">
      <w:pPr>
        <w:pStyle w:val="Odrka1-2-"/>
      </w:pPr>
      <w:r w:rsidRPr="00E32A79">
        <w:t xml:space="preserve">Zadavatel požaduje předložení dokladu o autorizaci v rozsahu dle § 5 odst. 3 písm. </w:t>
      </w:r>
      <w:r w:rsidRPr="00E32A79">
        <w:rPr>
          <w:b/>
        </w:rPr>
        <w:t>a), b), d), e),</w:t>
      </w:r>
      <w:r w:rsidR="00E32A79" w:rsidRPr="00E32A79">
        <w:rPr>
          <w:b/>
        </w:rPr>
        <w:t xml:space="preserve"> </w:t>
      </w:r>
      <w:r w:rsidRPr="00E32A79">
        <w:rPr>
          <w:b/>
        </w:rPr>
        <w:t>i) a j)</w:t>
      </w:r>
      <w:r w:rsidRPr="00E32A79">
        <w:t xml:space="preserve"> zákona č. 360/1992 Sb., o výkonu povolání </w:t>
      </w:r>
      <w:r w:rsidRPr="00E32A79">
        <w:lastRenderedPageBreak/>
        <w:t>autorizovaných architektů a o výkonu povolání autorizovaných inženýrů a techniků činných ve výstavbě, ve znění pozdějších předpisů.</w:t>
      </w:r>
    </w:p>
    <w:p w14:paraId="4300C633" w14:textId="04198D9C" w:rsidR="00BD5A0E" w:rsidRPr="00E32A79" w:rsidRDefault="00BD5A0E" w:rsidP="00BD5A0E">
      <w:pPr>
        <w:pStyle w:val="Odrka1-2-"/>
      </w:pPr>
      <w:r w:rsidRPr="00E32A79">
        <w:t xml:space="preserve">Zadavatel požaduje předložení úředního oprávnění pro ověřování výsledků zeměměřických činností v rozsahu dle § 13 odst. 1 písm. </w:t>
      </w:r>
      <w:r w:rsidRPr="00E32A79">
        <w:rPr>
          <w:b/>
        </w:rPr>
        <w:t xml:space="preserve">a) </w:t>
      </w:r>
      <w:r w:rsidRPr="00E32A79">
        <w:t>a</w:t>
      </w:r>
      <w:r w:rsidRPr="00E32A79">
        <w:rPr>
          <w:b/>
        </w:rPr>
        <w:t xml:space="preserve"> c)</w:t>
      </w:r>
      <w:r w:rsidRPr="00E32A79">
        <w:t xml:space="preserve"> zákona č. 200/1994 Sb., o zeměměřictví a o změně a doplnění některých zákonů souvisejících s jeho zavedením, ve znění pozdějších předpisů.</w:t>
      </w:r>
    </w:p>
    <w:p w14:paraId="0FC06C38" w14:textId="6F76181F" w:rsidR="00BD5A0E" w:rsidRPr="00F36187" w:rsidRDefault="00BD5A0E" w:rsidP="00BD5A0E">
      <w:pPr>
        <w:pStyle w:val="Odrka1-2-"/>
      </w:pPr>
      <w:r w:rsidRPr="00E32A79">
        <w:t>Zadavatel požaduje předložení osvědčení o odborné</w:t>
      </w:r>
      <w:r>
        <w:t xml:space="preserve">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w:t>
      </w:r>
      <w:r w:rsidRPr="00F36187">
        <w:t>Minist</w:t>
      </w:r>
      <w:r w:rsidR="00CD1856" w:rsidRPr="00F36187">
        <w:t>erstvem práce a sociálních věcí</w:t>
      </w:r>
      <w:r w:rsidR="008E5D9D" w:rsidRPr="00F36187">
        <w:t xml:space="preserve"> (MPSV)</w:t>
      </w:r>
      <w:r w:rsidRPr="00F36187">
        <w:t>.</w:t>
      </w:r>
    </w:p>
    <w:p w14:paraId="178034E6" w14:textId="77777777" w:rsidR="00BD5A0E" w:rsidRPr="00F36187" w:rsidRDefault="00BD5A0E" w:rsidP="00BD5A0E">
      <w:pPr>
        <w:pStyle w:val="Odrka1-2-"/>
      </w:pPr>
      <w:r w:rsidRPr="00F36187">
        <w:t>Zadavatel požaduje předložení autorizace ke zpracování dokumentace a posudku dle § 19 zák. č. 100/2001 Sb., o posuzování vlivů na životní prostředí, ve znění pozdějších předpisů.</w:t>
      </w:r>
    </w:p>
    <w:p w14:paraId="6584EAB3" w14:textId="77777777" w:rsidR="00BD5A0E" w:rsidRPr="005C1A02" w:rsidRDefault="00BD5A0E" w:rsidP="00BD5A0E">
      <w:pPr>
        <w:pStyle w:val="Odrka1-2-"/>
      </w:pPr>
      <w:r w:rsidRPr="00F36187">
        <w:t>Zadavatel požaduje předložení osvědčení o odborné způsobilosti projektovat, provádět a vyhodnocovat geologické práce</w:t>
      </w:r>
      <w:r w:rsidRPr="005C1A02">
        <w:t xml:space="preserv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5C1A02" w:rsidRDefault="00BD5A0E" w:rsidP="00BD5A0E">
      <w:pPr>
        <w:pStyle w:val="Odrka1-2-"/>
      </w:pPr>
      <w:r w:rsidRPr="005C1A0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BF16254"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6AA354B9"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w:t>
      </w:r>
      <w:r w:rsidR="007D38E4">
        <w:lastRenderedPageBreak/>
        <w:t xml:space="preserve">povolení a projektové dokumentace pro provádění stavby (dále jen „DUR+DSP+PDPS“) </w:t>
      </w:r>
      <w:r w:rsidR="00B067E0">
        <w:t>dle zvláštních právních předpisů</w:t>
      </w:r>
      <w:r w:rsidR="00DB5D9B" w:rsidRPr="00833899">
        <w:rPr>
          <w:rStyle w:val="Znakapoznpodarou"/>
        </w:rPr>
        <w:footnoteReference w:id="1"/>
      </w:r>
      <w:r w:rsidR="00B067E0">
        <w:t xml:space="preserve"> </w:t>
      </w:r>
      <w:r>
        <w:t xml:space="preserve">pro </w:t>
      </w:r>
      <w:r w:rsidRPr="00E32A79">
        <w:t>stavby železničních drah ve smyslu § 5 odst. 1 a § 3 odst. 1 zák. č. 266/1994 Sb., o dráhách, ve znění pozdějších předpisů. Za službu obdobného charakteru, resp. projektové práce spočívající ve zhotovení dokumentace ve stupni DSP nebo DSP+PDPS nebo DUSP</w:t>
      </w:r>
      <w:r w:rsidR="00103A92" w:rsidRPr="00E32A79">
        <w:t xml:space="preserve"> nebo DUSP+PDPS</w:t>
      </w:r>
      <w:r w:rsidR="007D38E4" w:rsidRPr="00E32A79">
        <w:t xml:space="preserve"> nebo DUR+DSP nebo DUR+DSP+PDPS</w:t>
      </w:r>
      <w:r w:rsidRPr="00E32A79">
        <w:t>, zadavatel považuje rovněž</w:t>
      </w:r>
      <w:r>
        <w:t xml:space="preserve"> provedení aktualizace dokumentace ve stupni DSP nebo DSP+PDPS nebo DUSP</w:t>
      </w:r>
      <w:r w:rsidR="00103A92" w:rsidRPr="00103A92">
        <w:t xml:space="preserve"> </w:t>
      </w:r>
      <w:r w:rsidR="00103A92">
        <w:t>nebo DUSP+PDPS</w:t>
      </w:r>
      <w:r w:rsidR="007D38E4" w:rsidRPr="007D38E4">
        <w:t xml:space="preserve"> </w:t>
      </w:r>
      <w:r w:rsidR="007D38E4">
        <w:t>nebo DUR+DSP nebo DUR+DSP+PDPS</w:t>
      </w:r>
      <w:r>
        <w:t>.</w:t>
      </w:r>
      <w:r w:rsidR="00A65D0C">
        <w:t xml:space="preserve"> </w:t>
      </w:r>
    </w:p>
    <w:p w14:paraId="2CEA948D" w14:textId="6FAF0CAC"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 xml:space="preserve">. </w:t>
      </w:r>
      <w:r w:rsidR="00817A33">
        <w:t xml:space="preserve">Označení DUSP je (pouze) pro účely </w:t>
      </w:r>
      <w:r w:rsidR="00D07B20">
        <w:t xml:space="preserve">stanovení požadavků zadavatele na doložení dokladů </w:t>
      </w:r>
      <w:r w:rsidR="00817A33">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817A33" w:rsidRPr="002B12F8">
        <w:t>SŽ SM011</w:t>
      </w:r>
      <w:r w:rsidR="00817A33">
        <w:t xml:space="preserve"> používá označení DUSL.</w:t>
      </w:r>
    </w:p>
    <w:p w14:paraId="3E51B240" w14:textId="73A2CE5E" w:rsidR="00392730" w:rsidRDefault="00392730" w:rsidP="00392730">
      <w:pPr>
        <w:pStyle w:val="Textbezslovn"/>
      </w:pPr>
      <w:r w:rsidRPr="00F05F41">
        <w:t>Za významné služby obdobného charakteru se pokládají pouze takové služby obdobného charakteru, jejichž předmětem byly následující činnosti uvedené níže v tomto článku pod písm. a)</w:t>
      </w:r>
      <w:r w:rsidR="00F05F41" w:rsidRPr="00F05F41">
        <w:t xml:space="preserve"> a b)</w:t>
      </w:r>
      <w:r w:rsidRPr="00F05F41">
        <w:t xml:space="preserve"> (dále jen „</w:t>
      </w:r>
      <w:r w:rsidRPr="00F05F41">
        <w:rPr>
          <w:b/>
        </w:rPr>
        <w:t>významné služby</w:t>
      </w:r>
      <w:r w:rsidRPr="00F05F41">
        <w:t>“). Dodavatel musí informacemi uvedenými v předloženém seznamu významných služeb prokázat, že v uvedeném období poskytl významné služby, jejichž předmětem byly následující činnosti:</w:t>
      </w:r>
      <w:r>
        <w:t xml:space="preserve"> </w:t>
      </w:r>
    </w:p>
    <w:p w14:paraId="7140E43D" w14:textId="49C75A37" w:rsidR="00392730" w:rsidRPr="00F05F41" w:rsidRDefault="00392730" w:rsidP="00B34E7F">
      <w:pPr>
        <w:pStyle w:val="Odstavec1-1a"/>
        <w:numPr>
          <w:ilvl w:val="0"/>
          <w:numId w:val="28"/>
        </w:numPr>
      </w:pPr>
      <w:r w:rsidRPr="00F05F41">
        <w:t xml:space="preserve">zpracování dokumentace ve stupni DSP nebo DSP+PDPS nebo DUSP </w:t>
      </w:r>
      <w:r w:rsidR="00103A92" w:rsidRPr="00F05F41">
        <w:t xml:space="preserve">nebo DUSP+PDPS </w:t>
      </w:r>
      <w:r w:rsidR="007D38E4" w:rsidRPr="00F05F41">
        <w:t xml:space="preserve">nebo DUR+DSP nebo DUR+DSP+PDPS </w:t>
      </w:r>
      <w:r w:rsidRPr="00F05F41">
        <w:t>pro rekonstrukci</w:t>
      </w:r>
      <w:r w:rsidR="00A47DE5" w:rsidRPr="00F05F41">
        <w:t>,</w:t>
      </w:r>
      <w:r w:rsidRPr="00F05F41">
        <w:t xml:space="preserve"> novostavbu </w:t>
      </w:r>
      <w:r w:rsidR="00A47DE5" w:rsidRPr="00F05F41">
        <w:t xml:space="preserve">nebo opravu </w:t>
      </w:r>
      <w:r w:rsidRPr="00F05F41">
        <w:t xml:space="preserve">alespoň jedné železniční stanice včetně zabezpečovacího zařízení,  </w:t>
      </w:r>
    </w:p>
    <w:p w14:paraId="797F5665" w14:textId="35DF908D" w:rsidR="00392730" w:rsidRPr="00F05F41" w:rsidRDefault="00392730" w:rsidP="00B34E7F">
      <w:pPr>
        <w:pStyle w:val="Odstavec1-1a"/>
        <w:numPr>
          <w:ilvl w:val="0"/>
          <w:numId w:val="28"/>
        </w:numPr>
      </w:pPr>
      <w:r w:rsidRPr="00F05F41">
        <w:t xml:space="preserve">zajištění </w:t>
      </w:r>
      <w:r w:rsidR="00D148BC" w:rsidRPr="00F05F41">
        <w:t xml:space="preserve">vydání alespoň nepravomocného </w:t>
      </w:r>
      <w:r w:rsidRPr="00F05F41">
        <w:t>stavebního povolení nebo společného povolení, kterým se stavba umisťuje a povoluje, včetně zpracování agendy majetkoprávního vypořádání pro rekonstrukci</w:t>
      </w:r>
      <w:r w:rsidR="00CB14C7" w:rsidRPr="00F05F41">
        <w:t>,</w:t>
      </w:r>
      <w:r w:rsidRPr="00F05F41">
        <w:t xml:space="preserve"> novostavbu </w:t>
      </w:r>
      <w:r w:rsidR="00CB14C7" w:rsidRPr="00F05F41">
        <w:t xml:space="preserve">nebo opravu </w:t>
      </w:r>
      <w:r w:rsidRPr="00F05F41">
        <w:t xml:space="preserve">železniční trati nebo železniční stanice. </w:t>
      </w:r>
    </w:p>
    <w:p w14:paraId="252247DF" w14:textId="10A7B47C" w:rsidR="00392730" w:rsidRDefault="00392730" w:rsidP="00392730">
      <w:pPr>
        <w:pStyle w:val="Textbezslovn"/>
      </w:pPr>
      <w:r w:rsidRPr="00F05F41">
        <w:rPr>
          <w:b/>
        </w:rPr>
        <w:t>Každá z činností uvedených pod písm. a)</w:t>
      </w:r>
      <w:r w:rsidR="00F05F41">
        <w:rPr>
          <w:b/>
        </w:rPr>
        <w:t xml:space="preserve"> a</w:t>
      </w:r>
      <w:r w:rsidRPr="00F05F41">
        <w:rPr>
          <w:b/>
        </w:rPr>
        <w:t xml:space="preserve"> b) výše</w:t>
      </w:r>
      <w:r w:rsidRPr="00F05F41">
        <w:t xml:space="preserve"> </w:t>
      </w:r>
      <w:r w:rsidRPr="00F05F41">
        <w:rPr>
          <w:b/>
        </w:rPr>
        <w:t>musí být doložena alespoň ve dvou referenčních zakázkách (významných službách).</w:t>
      </w:r>
    </w:p>
    <w:p w14:paraId="09E11007" w14:textId="77777777" w:rsidR="00F05F41" w:rsidRDefault="00392730" w:rsidP="00392730">
      <w:pPr>
        <w:pStyle w:val="Textbezslovn"/>
      </w:pPr>
      <w:r w:rsidRPr="00911B88">
        <w:t>Parametry, resp. požadavky na obsahovou náplň činností, uvedené výše pod písm. a)</w:t>
      </w:r>
      <w:r w:rsidR="00F05F41" w:rsidRPr="00911B88">
        <w:t xml:space="preserve"> a </w:t>
      </w:r>
      <w:r w:rsidRPr="00911B88">
        <w:t xml:space="preserve"> b)</w:t>
      </w:r>
      <w:r w:rsidR="00F05F41" w:rsidRPr="00911B88">
        <w:t xml:space="preserve"> </w:t>
      </w:r>
      <w:r w:rsidRPr="00911B88">
        <w:t xml:space="preserve">lze splnit všechny současně v rámci jedné referenční zakázky (významné služby), ale připouští se i splnění požadavků dle písm. </w:t>
      </w:r>
      <w:r w:rsidR="00F05F41" w:rsidRPr="00911B88">
        <w:t>a) a</w:t>
      </w:r>
      <w:r w:rsidRPr="00911B88">
        <w:t xml:space="preserve">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w:t>
      </w:r>
      <w:r>
        <w:t xml:space="preserve"> účelem prokázání technické kvalifikace sčítat z více referenčních zakázek (významných služeb).</w:t>
      </w:r>
    </w:p>
    <w:p w14:paraId="2500CE3E" w14:textId="1DEA060D" w:rsidR="00392730" w:rsidRDefault="00392730" w:rsidP="00392730">
      <w:pPr>
        <w:pStyle w:val="Textbezslovn"/>
      </w:pPr>
      <w:r>
        <w:t xml:space="preserve">Celkový součet </w:t>
      </w:r>
      <w:r w:rsidR="00656A03">
        <w:t xml:space="preserve">hodnot </w:t>
      </w:r>
      <w:r>
        <w:t>významných služeb za posledních 8 let před zahájením zadávacího řízení, které dodavatel poskytl, musí dosahovat v souhrnu, včetně případných poddodávek, minimálně</w:t>
      </w:r>
      <w:r w:rsidR="00F05F41">
        <w:t xml:space="preserve"> </w:t>
      </w:r>
      <w:r w:rsidR="00F05F41" w:rsidRPr="00F05F41">
        <w:rPr>
          <w:b/>
        </w:rPr>
        <w:t>17</w:t>
      </w:r>
      <w:r w:rsidR="00C53690">
        <w:rPr>
          <w:b/>
        </w:rPr>
        <w:t> 000 000,-</w:t>
      </w:r>
      <w:r w:rsidR="00F05F41">
        <w:rPr>
          <w:b/>
        </w:rPr>
        <w:t xml:space="preserve"> </w:t>
      </w:r>
      <w:r w:rsidRPr="00392730">
        <w:rPr>
          <w:b/>
        </w:rPr>
        <w:t>Kč</w:t>
      </w:r>
      <w:r>
        <w:t xml:space="preserve"> bez DPH, přičemž alespoň jedna </w:t>
      </w:r>
      <w:r>
        <w:lastRenderedPageBreak/>
        <w:t xml:space="preserve">významná služba musí dosahovat </w:t>
      </w:r>
      <w:r w:rsidR="00656A03">
        <w:t xml:space="preserve">hodnoty </w:t>
      </w:r>
      <w:r>
        <w:t xml:space="preserve">nejméně </w:t>
      </w:r>
      <w:r w:rsidR="00F05F41" w:rsidRPr="00F05F41">
        <w:rPr>
          <w:b/>
        </w:rPr>
        <w:t>8 500 000,-</w:t>
      </w:r>
      <w:r w:rsidR="00F05F41">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96AE85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 xml:space="preserve">do doby zadavatelem případně stanovené </w:t>
      </w:r>
      <w:r w:rsidR="00903C55">
        <w:lastRenderedPageBreak/>
        <w:t>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7878F19A" w:rsidR="00392730" w:rsidRPr="00272BB7"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0E5DB6">
        <w:t xml:space="preserve">nebo DUR+DSP nebo DUR+DSP+PDPS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a to bez případného podání žádosti o stavební povolení nebo společné povolení, je-li součástí plnění zakázky</w:t>
      </w:r>
      <w:r w:rsidRPr="00272BB7">
        <w:t xml:space="preserve">. </w:t>
      </w:r>
      <w:r w:rsidR="00E65BBD" w:rsidRPr="00272BB7">
        <w:t>Tento odstavec</w:t>
      </w:r>
      <w:r w:rsidR="00BA3D9D" w:rsidRPr="00272BB7">
        <w:t>, resp. odrážka,</w:t>
      </w:r>
      <w:r w:rsidR="00E65BBD" w:rsidRPr="00272BB7">
        <w:t xml:space="preserve"> se nevztahuje na službu dle písm.</w:t>
      </w:r>
      <w:r w:rsidR="00497757" w:rsidRPr="00272BB7">
        <w:t xml:space="preserve"> b)</w:t>
      </w:r>
      <w:r w:rsidR="00E65BBD" w:rsidRPr="00272BB7">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w:t>
      </w:r>
      <w:r>
        <w:lastRenderedPageBreak/>
        <w:t>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0359AA6F"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1CA40A1B" w:rsidR="009E1AEE" w:rsidRPr="00C53690" w:rsidRDefault="00817A33" w:rsidP="001C7FA6">
      <w:pPr>
        <w:pStyle w:val="Odstavec1-1a"/>
        <w:numPr>
          <w:ilvl w:val="0"/>
          <w:numId w:val="16"/>
        </w:numPr>
        <w:rPr>
          <w:b/>
        </w:rPr>
      </w:pPr>
      <w:r w:rsidRPr="00C53690">
        <w:rPr>
          <w:b/>
        </w:rPr>
        <w:t>hlavní projektant</w:t>
      </w:r>
      <w:r w:rsidR="003804E2" w:rsidRPr="00C53690">
        <w:rPr>
          <w:b/>
        </w:rPr>
        <w:t xml:space="preserve"> (HIP)</w:t>
      </w:r>
      <w:r w:rsidR="009E1AEE" w:rsidRPr="00C53690">
        <w:rPr>
          <w:b/>
        </w:rPr>
        <w:t xml:space="preserve"> </w:t>
      </w:r>
    </w:p>
    <w:p w14:paraId="640DC132" w14:textId="731E2F18" w:rsidR="009E1AEE" w:rsidRPr="00272BB7" w:rsidRDefault="009E1AEE" w:rsidP="009E1AEE">
      <w:pPr>
        <w:pStyle w:val="Odrka1-2-"/>
      </w:pPr>
      <w:r w:rsidRPr="00272BB7">
        <w:t xml:space="preserve">nejméně 5 let praxe v projektování </w:t>
      </w:r>
      <w:r w:rsidR="00455731" w:rsidRPr="00272BB7">
        <w:t>staveb železničních drah</w:t>
      </w:r>
      <w:r w:rsidRPr="00272BB7">
        <w:t xml:space="preserve">; </w:t>
      </w:r>
    </w:p>
    <w:p w14:paraId="7EB977EC" w14:textId="4858F0D0" w:rsidR="009E1AEE" w:rsidRPr="00272BB7" w:rsidRDefault="009E1AEE" w:rsidP="009E1AEE">
      <w:pPr>
        <w:pStyle w:val="Odrka1-2-"/>
      </w:pPr>
      <w:r w:rsidRPr="00272BB7">
        <w:t xml:space="preserve">autorizace v rozsahu dle § 5 odst. 3 písm. b) </w:t>
      </w:r>
      <w:r w:rsidR="00E04992" w:rsidRPr="00272BB7">
        <w:t xml:space="preserve">nebo e) </w:t>
      </w:r>
      <w:r w:rsidRPr="00272BB7">
        <w:t xml:space="preserve">zák. č. 360/1992 Sb., o výkonu povolání autorizovaných architektů a o výkonu povolání autorizovaných inženýrů a techniků činných ve výstavbě, ve znění pozdějších předpisů (dále jen „autorizační zákon“), tedy pro dopravní stavby </w:t>
      </w:r>
      <w:r w:rsidR="00E04992" w:rsidRPr="00272BB7">
        <w:t>nebo technologická zařízení staveb</w:t>
      </w:r>
      <w:r w:rsidRPr="00272BB7">
        <w:t xml:space="preserve">; </w:t>
      </w:r>
    </w:p>
    <w:p w14:paraId="7ABE0583" w14:textId="77777777" w:rsidR="00C12E60" w:rsidRDefault="009E1AEE" w:rsidP="009E1AEE">
      <w:pPr>
        <w:pStyle w:val="Odrka1-2-"/>
      </w:pPr>
      <w:r w:rsidRPr="00272BB7">
        <w:t>prokázat zkušenosti s plněním alespoň</w:t>
      </w:r>
      <w:r w:rsidR="00A16220" w:rsidRPr="00272BB7">
        <w:t xml:space="preserve"> </w:t>
      </w:r>
      <w:r w:rsidR="007A6474" w:rsidRPr="00272BB7">
        <w:t>jedné zakázky</w:t>
      </w:r>
      <w:r w:rsidRPr="00272BB7">
        <w:t xml:space="preserve"> na projektové práce </w:t>
      </w:r>
      <w:r w:rsidR="000E1758" w:rsidRPr="00272BB7">
        <w:t xml:space="preserve">spočívající ve zpracování dokumentace </w:t>
      </w:r>
      <w:r w:rsidRPr="00272BB7">
        <w:t xml:space="preserve">pro stavby železničních drah ve stupni DSP nebo DSP+PDPS nebo DUSP </w:t>
      </w:r>
      <w:r w:rsidR="00103A92" w:rsidRPr="00272BB7">
        <w:t xml:space="preserve">nebo DUSP+PDPS </w:t>
      </w:r>
      <w:r w:rsidR="000E5DB6" w:rsidRPr="00272BB7">
        <w:t xml:space="preserve">nebo DUR+DSP nebo DUR+DSP+PDPS </w:t>
      </w:r>
      <w:r w:rsidRPr="00272BB7">
        <w:t xml:space="preserve">ve funkci vedoucího týmu, přičemž </w:t>
      </w:r>
      <w:r w:rsidR="00332F74" w:rsidRPr="00272BB7">
        <w:t xml:space="preserve">hodnota zakázky </w:t>
      </w:r>
      <w:r w:rsidR="00332F74" w:rsidRPr="00272BB7">
        <w:rPr>
          <w:rFonts w:cs="Arial"/>
          <w:bCs/>
        </w:rPr>
        <w:t xml:space="preserve">musí činit nejméně </w:t>
      </w:r>
      <w:r w:rsidR="00272BB7" w:rsidRPr="00272BB7">
        <w:rPr>
          <w:rFonts w:cs="Arial"/>
          <w:b/>
          <w:bCs/>
        </w:rPr>
        <w:t>5</w:t>
      </w:r>
      <w:r w:rsidR="00332F74" w:rsidRPr="00272BB7">
        <w:rPr>
          <w:rFonts w:cs="Arial"/>
          <w:bCs/>
        </w:rPr>
        <w:t xml:space="preserve"> </w:t>
      </w:r>
      <w:r w:rsidR="00332F74" w:rsidRPr="00272BB7">
        <w:rPr>
          <w:rFonts w:cs="Arial"/>
          <w:b/>
          <w:bCs/>
        </w:rPr>
        <w:t>mil. Kč</w:t>
      </w:r>
      <w:r w:rsidR="00332F74" w:rsidRPr="00272BB7">
        <w:rPr>
          <w:rFonts w:cs="Arial"/>
          <w:bCs/>
        </w:rPr>
        <w:t xml:space="preserve"> bez DPH</w:t>
      </w:r>
      <w:r w:rsidR="00332F74" w:rsidRPr="00272BB7">
        <w:t xml:space="preserve"> a </w:t>
      </w:r>
      <w:r w:rsidRPr="00272BB7">
        <w:t xml:space="preserve">musí </w:t>
      </w:r>
      <w:r w:rsidR="00332F74" w:rsidRPr="00272BB7">
        <w:t xml:space="preserve">se </w:t>
      </w:r>
      <w:r w:rsidRPr="00272BB7">
        <w:t>jednat o zakázk</w:t>
      </w:r>
      <w:r w:rsidR="00332F74" w:rsidRPr="00272BB7">
        <w:t>u</w:t>
      </w:r>
      <w:r w:rsidRPr="00272BB7">
        <w:t xml:space="preserve"> dokončen</w:t>
      </w:r>
      <w:r w:rsidR="00332F74" w:rsidRPr="00272BB7">
        <w:t>ou</w:t>
      </w:r>
      <w:r w:rsidRPr="00272BB7">
        <w:t>, avšak zadavatel nestanoví maximální lhůtu, ve které musel</w:t>
      </w:r>
      <w:r w:rsidR="00332F74" w:rsidRPr="00272BB7">
        <w:t>a</w:t>
      </w:r>
      <w:r w:rsidRPr="00272BB7">
        <w:t xml:space="preserve"> být zakázk</w:t>
      </w:r>
      <w:r w:rsidR="00332F74" w:rsidRPr="00272BB7">
        <w:t>a</w:t>
      </w:r>
      <w:r w:rsidRPr="00272BB7">
        <w:t xml:space="preserve"> dokončen</w:t>
      </w:r>
      <w:r w:rsidR="00332F74" w:rsidRPr="00272BB7">
        <w:t>a</w:t>
      </w:r>
      <w:r w:rsidRPr="00272BB7">
        <w:t>; pokud byla referovaná činnost součástí rozsáhlejšího plnění pro objednatele služby (např. kromě zpracování projektové dokumentace měl dodavatel vykonávat i autorský dozor) postačí, pokud je dokončeno plněn</w:t>
      </w:r>
      <w:r w:rsidR="00355D2A" w:rsidRPr="00272BB7">
        <w:t>í</w:t>
      </w:r>
      <w:r w:rsidR="0033063F" w:rsidRPr="00272BB7">
        <w:t xml:space="preserve"> odpovídající </w:t>
      </w:r>
      <w:r w:rsidR="00857BAC" w:rsidRPr="00272BB7">
        <w:t xml:space="preserve">zadavatelem stanovené </w:t>
      </w:r>
      <w:r w:rsidR="0033063F" w:rsidRPr="00272BB7">
        <w:t>definici požadované zkušenosti</w:t>
      </w:r>
      <w:r w:rsidR="00355D2A" w:rsidRPr="00272BB7">
        <w:t>;</w:t>
      </w:r>
      <w:r w:rsidRPr="00272BB7">
        <w:t xml:space="preserve"> </w:t>
      </w:r>
    </w:p>
    <w:p w14:paraId="5E4C4978" w14:textId="69511DE8" w:rsidR="009E1AEE" w:rsidRPr="00C53690" w:rsidRDefault="009E1AEE" w:rsidP="00067936">
      <w:pPr>
        <w:pStyle w:val="Odstavec1-1a"/>
        <w:numPr>
          <w:ilvl w:val="0"/>
          <w:numId w:val="16"/>
        </w:numPr>
        <w:rPr>
          <w:b/>
        </w:rPr>
      </w:pPr>
      <w:r w:rsidRPr="00C53690">
        <w:rPr>
          <w:b/>
        </w:rPr>
        <w:t>specialista na železniční svršek a spodek</w:t>
      </w:r>
    </w:p>
    <w:p w14:paraId="5D3774CB" w14:textId="2D6334E4" w:rsidR="00355D2A" w:rsidRPr="00C53690" w:rsidRDefault="009E1AEE" w:rsidP="00355D2A">
      <w:pPr>
        <w:pStyle w:val="Odrka1-2-"/>
      </w:pPr>
      <w:r w:rsidRPr="00C53690">
        <w:t xml:space="preserve">nejméně 5 let praxe </w:t>
      </w:r>
      <w:r w:rsidR="00222BAD" w:rsidRPr="00C53690">
        <w:t xml:space="preserve">v projektování v oboru své specializace </w:t>
      </w:r>
      <w:r w:rsidR="000E1758" w:rsidRPr="00C53690">
        <w:t>(železniční svršek a spodek)</w:t>
      </w:r>
      <w:r w:rsidRPr="00C53690">
        <w:t xml:space="preserve">; </w:t>
      </w:r>
    </w:p>
    <w:p w14:paraId="3388847C" w14:textId="3955529F" w:rsidR="009E1AEE" w:rsidRDefault="009E1AEE" w:rsidP="00355D2A">
      <w:pPr>
        <w:pStyle w:val="Odrka1-2-"/>
      </w:pPr>
      <w:r w:rsidRPr="00C53690">
        <w:t xml:space="preserve">autorizace v rozsahu dle § 5 odst. 3 písm. b) autorizačního zákona, tedy pro dopravní stavby; </w:t>
      </w:r>
    </w:p>
    <w:p w14:paraId="194F6F10" w14:textId="77777777" w:rsidR="005B3068" w:rsidRPr="00C53690" w:rsidRDefault="005B3068" w:rsidP="005B3068">
      <w:pPr>
        <w:pStyle w:val="Odrka1-2-"/>
        <w:numPr>
          <w:ilvl w:val="0"/>
          <w:numId w:val="0"/>
        </w:numPr>
        <w:ind w:left="1531"/>
      </w:pPr>
    </w:p>
    <w:p w14:paraId="174F62BD" w14:textId="77777777" w:rsidR="009E1AEE" w:rsidRPr="00272BB7" w:rsidRDefault="009E1AEE" w:rsidP="00067936">
      <w:pPr>
        <w:pStyle w:val="Odstavec1-1a"/>
        <w:numPr>
          <w:ilvl w:val="0"/>
          <w:numId w:val="16"/>
        </w:numPr>
        <w:rPr>
          <w:b/>
        </w:rPr>
      </w:pPr>
      <w:r w:rsidRPr="00272BB7">
        <w:rPr>
          <w:b/>
        </w:rPr>
        <w:lastRenderedPageBreak/>
        <w:t>specialista na mostní a inženýrské konstrukce</w:t>
      </w:r>
    </w:p>
    <w:p w14:paraId="18FAF453" w14:textId="77777777" w:rsidR="00355D2A" w:rsidRPr="00272BB7" w:rsidRDefault="009E1AEE" w:rsidP="00355D2A">
      <w:pPr>
        <w:pStyle w:val="Odrka1-2-"/>
      </w:pPr>
      <w:r w:rsidRPr="00272BB7">
        <w:t>nejméně 5 let praxe v projektování v oboru své specializace</w:t>
      </w:r>
      <w:r w:rsidR="000E1758" w:rsidRPr="00272BB7">
        <w:t xml:space="preserve"> (mostní a inženýrské konstrukce)</w:t>
      </w:r>
      <w:r w:rsidRPr="00272BB7">
        <w:t xml:space="preserve">; </w:t>
      </w:r>
    </w:p>
    <w:p w14:paraId="6E7BE1A0" w14:textId="4668867C" w:rsidR="009E1AEE" w:rsidRPr="00272BB7" w:rsidRDefault="009E1AEE" w:rsidP="00355D2A">
      <w:pPr>
        <w:pStyle w:val="Odrka1-2-"/>
      </w:pPr>
      <w:r w:rsidRPr="00272BB7">
        <w:t xml:space="preserve">autorizace v rozsahu dle § 5 odst. 3 písm. d) autorizačního zákona, tedy v oboru mosty a inženýrské konstrukce; </w:t>
      </w:r>
    </w:p>
    <w:p w14:paraId="218BB049" w14:textId="77777777" w:rsidR="009E1AEE" w:rsidRPr="00272BB7" w:rsidRDefault="009E1AEE" w:rsidP="00067936">
      <w:pPr>
        <w:pStyle w:val="Odstavec1-1a"/>
        <w:numPr>
          <w:ilvl w:val="0"/>
          <w:numId w:val="16"/>
        </w:numPr>
        <w:rPr>
          <w:b/>
        </w:rPr>
      </w:pPr>
      <w:r w:rsidRPr="00272BB7">
        <w:rPr>
          <w:b/>
        </w:rPr>
        <w:t>specialista na pozemní stavby</w:t>
      </w:r>
    </w:p>
    <w:p w14:paraId="40B47FFA" w14:textId="77777777" w:rsidR="00355D2A" w:rsidRPr="00272BB7" w:rsidRDefault="009E1AEE" w:rsidP="00355D2A">
      <w:pPr>
        <w:pStyle w:val="Odrka1-2-"/>
      </w:pPr>
      <w:r w:rsidRPr="00272BB7">
        <w:t>nejméně 5 let praxe v projektování v oboru své specializace</w:t>
      </w:r>
      <w:r w:rsidR="000E1758" w:rsidRPr="00272BB7">
        <w:t xml:space="preserve"> (pozemní stavby)</w:t>
      </w:r>
      <w:r w:rsidRPr="00272BB7">
        <w:t xml:space="preserve">; </w:t>
      </w:r>
    </w:p>
    <w:p w14:paraId="679E6712" w14:textId="77777777" w:rsidR="009E1AEE" w:rsidRPr="00272BB7" w:rsidRDefault="009E1AEE" w:rsidP="00355D2A">
      <w:pPr>
        <w:pStyle w:val="Odrka1-2-"/>
      </w:pPr>
      <w:r w:rsidRPr="00272BB7">
        <w:t>autorizace v rozsahu dle § 5 odst. 3 písm. a) autorizačního zákona, tedy v oboru pozemní stavby;</w:t>
      </w:r>
    </w:p>
    <w:p w14:paraId="42E501CB" w14:textId="77777777" w:rsidR="009E1AEE" w:rsidRPr="00272BB7" w:rsidRDefault="009E1AEE" w:rsidP="00067936">
      <w:pPr>
        <w:pStyle w:val="Odstavec1-1a"/>
        <w:numPr>
          <w:ilvl w:val="0"/>
          <w:numId w:val="16"/>
        </w:numPr>
        <w:rPr>
          <w:b/>
        </w:rPr>
      </w:pPr>
      <w:r w:rsidRPr="00272BB7">
        <w:rPr>
          <w:b/>
        </w:rPr>
        <w:t>specialista na zabezpečovací zařízení</w:t>
      </w:r>
    </w:p>
    <w:p w14:paraId="3CD7E3D6" w14:textId="5876DF79" w:rsidR="00355D2A" w:rsidRPr="00272BB7" w:rsidRDefault="009E1AEE" w:rsidP="00355D2A">
      <w:pPr>
        <w:pStyle w:val="Odrka1-2-"/>
      </w:pPr>
      <w:r w:rsidRPr="00272BB7">
        <w:t xml:space="preserve">nejméně 5 let praxe </w:t>
      </w:r>
      <w:r w:rsidR="00222BAD" w:rsidRPr="00272BB7">
        <w:t xml:space="preserve">v projektování v oboru své specializace </w:t>
      </w:r>
      <w:r w:rsidR="00503605" w:rsidRPr="00272BB7">
        <w:t>(</w:t>
      </w:r>
      <w:r w:rsidR="00547AD2" w:rsidRPr="00272BB7">
        <w:t xml:space="preserve">železniční </w:t>
      </w:r>
      <w:r w:rsidR="00503605" w:rsidRPr="00272BB7">
        <w:t>zabezpečovací zařízení)</w:t>
      </w:r>
      <w:r w:rsidRPr="00272BB7">
        <w:t>;</w:t>
      </w:r>
    </w:p>
    <w:p w14:paraId="414C64AE" w14:textId="77777777" w:rsidR="009E1AEE" w:rsidRPr="00272BB7" w:rsidRDefault="009E1AEE" w:rsidP="00355D2A">
      <w:pPr>
        <w:pStyle w:val="Odrka1-2-"/>
      </w:pPr>
      <w:r w:rsidRPr="00272BB7">
        <w:t xml:space="preserve">autorizace v rozsahu dle § 5 odst. 3 písm. e) autorizačního zákona, tedy v oboru technologická zařízení staveb; </w:t>
      </w:r>
    </w:p>
    <w:p w14:paraId="2ABF3C2E" w14:textId="77777777" w:rsidR="009E1AEE" w:rsidRPr="00272BB7" w:rsidRDefault="009E1AEE" w:rsidP="00067936">
      <w:pPr>
        <w:pStyle w:val="Odstavec1-1a"/>
        <w:numPr>
          <w:ilvl w:val="0"/>
          <w:numId w:val="16"/>
        </w:numPr>
        <w:rPr>
          <w:b/>
        </w:rPr>
      </w:pPr>
      <w:r w:rsidRPr="00272BB7">
        <w:rPr>
          <w:b/>
        </w:rPr>
        <w:t>specialista na sdělovací zařízení</w:t>
      </w:r>
    </w:p>
    <w:p w14:paraId="62D75630" w14:textId="4C622842" w:rsidR="00355D2A" w:rsidRPr="00272BB7" w:rsidRDefault="009E1AEE" w:rsidP="00355D2A">
      <w:pPr>
        <w:pStyle w:val="Odrka1-2-"/>
      </w:pPr>
      <w:r w:rsidRPr="00272BB7">
        <w:t xml:space="preserve">nejméně 5 let praxe </w:t>
      </w:r>
      <w:r w:rsidR="00222BAD" w:rsidRPr="00272BB7">
        <w:t xml:space="preserve">v projektování v oboru své specializace </w:t>
      </w:r>
      <w:r w:rsidR="00503605" w:rsidRPr="00272BB7">
        <w:t>(sdělovací zařízení)</w:t>
      </w:r>
      <w:r w:rsidRPr="00272BB7">
        <w:t xml:space="preserve">; </w:t>
      </w:r>
    </w:p>
    <w:p w14:paraId="7A124BAC" w14:textId="77777777" w:rsidR="009E1AEE" w:rsidRPr="00272BB7" w:rsidRDefault="009E1AEE" w:rsidP="00355D2A">
      <w:pPr>
        <w:pStyle w:val="Odrka1-2-"/>
      </w:pPr>
      <w:r w:rsidRPr="00272BB7">
        <w:t xml:space="preserve">autorizace v rozsahu dle § 5 odst. 3 písm. e) autorizačního zákona, tedy v oboru technologická zařízení staveb; </w:t>
      </w:r>
    </w:p>
    <w:p w14:paraId="36BCED26" w14:textId="77777777" w:rsidR="009E1AEE" w:rsidRPr="00272BB7" w:rsidRDefault="009E1AEE" w:rsidP="00067936">
      <w:pPr>
        <w:pStyle w:val="Odstavec1-1a"/>
        <w:numPr>
          <w:ilvl w:val="0"/>
          <w:numId w:val="16"/>
        </w:numPr>
        <w:rPr>
          <w:b/>
        </w:rPr>
      </w:pPr>
      <w:r w:rsidRPr="00272BB7">
        <w:rPr>
          <w:b/>
        </w:rPr>
        <w:t>specialista na silnoproudou technologii</w:t>
      </w:r>
    </w:p>
    <w:p w14:paraId="774F3C94" w14:textId="6610C3C8" w:rsidR="00355D2A" w:rsidRPr="00272BB7" w:rsidRDefault="009E1AEE" w:rsidP="00355D2A">
      <w:pPr>
        <w:pStyle w:val="Odrka1-2-"/>
      </w:pPr>
      <w:r w:rsidRPr="00272BB7">
        <w:t xml:space="preserve">nejméně 5 let praxe </w:t>
      </w:r>
      <w:r w:rsidR="00222BAD" w:rsidRPr="00272BB7">
        <w:t xml:space="preserve">v projektování v oboru své specializace </w:t>
      </w:r>
      <w:r w:rsidR="00503605" w:rsidRPr="00272BB7">
        <w:t>(silnoproudá technologie)</w:t>
      </w:r>
      <w:r w:rsidRPr="00272BB7">
        <w:t xml:space="preserve">; </w:t>
      </w:r>
    </w:p>
    <w:p w14:paraId="35D3FBEB" w14:textId="77777777" w:rsidR="009E1AEE" w:rsidRPr="00272BB7" w:rsidRDefault="009E1AEE" w:rsidP="00355D2A">
      <w:pPr>
        <w:pStyle w:val="Odrka1-2-"/>
      </w:pPr>
      <w:r w:rsidRPr="00272BB7">
        <w:t xml:space="preserve">autorizace v rozsahu dle § 5 odst. 3 písm. e) autorizačního zákona, tedy v oboru technologická zařízení staveb; </w:t>
      </w:r>
    </w:p>
    <w:p w14:paraId="1DC0228A" w14:textId="77777777" w:rsidR="009E1AEE" w:rsidRPr="00272BB7" w:rsidRDefault="009E1AEE" w:rsidP="00067936">
      <w:pPr>
        <w:pStyle w:val="Odstavec1-1a"/>
        <w:numPr>
          <w:ilvl w:val="0"/>
          <w:numId w:val="16"/>
        </w:numPr>
        <w:rPr>
          <w:b/>
        </w:rPr>
      </w:pPr>
      <w:r w:rsidRPr="00272BB7">
        <w:rPr>
          <w:b/>
        </w:rPr>
        <w:t>specialista na životní prostředí</w:t>
      </w:r>
    </w:p>
    <w:p w14:paraId="7D2386E7" w14:textId="77777777" w:rsidR="00355D2A" w:rsidRPr="00272BB7" w:rsidRDefault="009E1AEE" w:rsidP="00355D2A">
      <w:pPr>
        <w:pStyle w:val="Odrka1-2-"/>
      </w:pPr>
      <w:r w:rsidRPr="00272BB7">
        <w:t xml:space="preserve">nejméně 5 let praxe v projektování v oboru své specializace </w:t>
      </w:r>
      <w:r w:rsidR="00503605" w:rsidRPr="00272BB7">
        <w:t xml:space="preserve">(životní prostředí) </w:t>
      </w:r>
      <w:r w:rsidRPr="00272BB7">
        <w:t xml:space="preserve">nebo v posuzování vlivů na životní prostředí; </w:t>
      </w:r>
    </w:p>
    <w:p w14:paraId="56FB3D22" w14:textId="77777777" w:rsidR="009E1AEE" w:rsidRPr="00272BB7" w:rsidRDefault="009E1AEE" w:rsidP="00355D2A">
      <w:pPr>
        <w:pStyle w:val="Odrka1-2-"/>
      </w:pPr>
      <w:r w:rsidRPr="00272BB7">
        <w:t>autorizace ke zpracování dokumentace a posudku dle § 19 zák. č. 100/2001 Sb., o posuzování vlivů na životní prostředí, ve znění pozdějších předpisů;</w:t>
      </w:r>
    </w:p>
    <w:p w14:paraId="7F652CDF" w14:textId="77777777" w:rsidR="009E1AEE" w:rsidRPr="00272BB7" w:rsidRDefault="009E1AEE" w:rsidP="00067936">
      <w:pPr>
        <w:pStyle w:val="Odstavec1-1a"/>
        <w:numPr>
          <w:ilvl w:val="0"/>
          <w:numId w:val="16"/>
        </w:numPr>
        <w:rPr>
          <w:b/>
        </w:rPr>
      </w:pPr>
      <w:r w:rsidRPr="00272BB7">
        <w:rPr>
          <w:b/>
        </w:rPr>
        <w:t>úředně oprávněný zeměměřický inženýr</w:t>
      </w:r>
    </w:p>
    <w:p w14:paraId="68C2B1B1" w14:textId="77777777" w:rsidR="00355D2A" w:rsidRPr="00272BB7" w:rsidRDefault="009E1AEE" w:rsidP="00355D2A">
      <w:pPr>
        <w:pStyle w:val="Odrka1-2-"/>
      </w:pPr>
      <w:r w:rsidRPr="00272BB7">
        <w:t xml:space="preserve">nejméně 5 let praxe ve svém oboru; </w:t>
      </w:r>
    </w:p>
    <w:p w14:paraId="1027BB28" w14:textId="734066B9" w:rsidR="009E1AEE" w:rsidRPr="00272BB7" w:rsidRDefault="009E1AEE" w:rsidP="00355D2A">
      <w:pPr>
        <w:pStyle w:val="Odrka1-2-"/>
      </w:pPr>
      <w:r w:rsidRPr="00272BB7">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5F439790" w14:textId="77777777" w:rsidR="009E1AEE" w:rsidRPr="00272BB7" w:rsidRDefault="009E1AEE" w:rsidP="00067936">
      <w:pPr>
        <w:pStyle w:val="Odstavec1-1a"/>
        <w:numPr>
          <w:ilvl w:val="0"/>
          <w:numId w:val="16"/>
        </w:numPr>
        <w:rPr>
          <w:b/>
        </w:rPr>
      </w:pPr>
      <w:r w:rsidRPr="00272BB7">
        <w:rPr>
          <w:b/>
        </w:rPr>
        <w:t xml:space="preserve">specialista na geotechniku </w:t>
      </w:r>
    </w:p>
    <w:p w14:paraId="73A25338" w14:textId="77777777" w:rsidR="00355D2A" w:rsidRPr="00272BB7" w:rsidRDefault="009E1AEE" w:rsidP="00355D2A">
      <w:pPr>
        <w:pStyle w:val="Odrka1-2-"/>
      </w:pPr>
      <w:r w:rsidRPr="00272BB7">
        <w:t>nejméně 5 let praxe v projektování v oboru své specializace</w:t>
      </w:r>
      <w:r w:rsidR="00503605" w:rsidRPr="00272BB7">
        <w:t xml:space="preserve"> (geotechnika)</w:t>
      </w:r>
      <w:r w:rsidRPr="00272BB7">
        <w:t xml:space="preserve">; </w:t>
      </w:r>
    </w:p>
    <w:p w14:paraId="355F7717" w14:textId="77777777" w:rsidR="009E1AEE" w:rsidRPr="00272BB7" w:rsidRDefault="009E1AEE" w:rsidP="00355D2A">
      <w:pPr>
        <w:pStyle w:val="Odrka1-2-"/>
      </w:pPr>
      <w:r w:rsidRPr="00272BB7">
        <w:t>autorizace v rozsahu dle § 5 odst. 3 písm. i) autorizačního zákona, tedy v oboru geotechnika;</w:t>
      </w:r>
    </w:p>
    <w:p w14:paraId="2A688EFD" w14:textId="77777777" w:rsidR="009E1AEE" w:rsidRPr="00272BB7" w:rsidRDefault="009E1AEE" w:rsidP="00067936">
      <w:pPr>
        <w:pStyle w:val="Odstavec1-1a"/>
        <w:numPr>
          <w:ilvl w:val="0"/>
          <w:numId w:val="16"/>
        </w:numPr>
        <w:rPr>
          <w:b/>
        </w:rPr>
      </w:pPr>
      <w:r w:rsidRPr="00272BB7">
        <w:rPr>
          <w:b/>
        </w:rPr>
        <w:t xml:space="preserve">specialista na požární bezpečnost </w:t>
      </w:r>
    </w:p>
    <w:p w14:paraId="729FA1C2" w14:textId="77777777" w:rsidR="00355D2A" w:rsidRPr="00272BB7" w:rsidRDefault="009E1AEE" w:rsidP="00355D2A">
      <w:pPr>
        <w:pStyle w:val="Odrka1-2-"/>
      </w:pPr>
      <w:r w:rsidRPr="00272BB7">
        <w:t>nejméně 3 roky praxe v projektování v oboru své specializace</w:t>
      </w:r>
      <w:r w:rsidR="00503605" w:rsidRPr="00272BB7">
        <w:t xml:space="preserve"> (požární bezpečnost)</w:t>
      </w:r>
      <w:r w:rsidRPr="00272BB7">
        <w:t xml:space="preserve">; </w:t>
      </w:r>
    </w:p>
    <w:p w14:paraId="710D84A9" w14:textId="77777777" w:rsidR="009E1AEE" w:rsidRPr="00272BB7" w:rsidRDefault="009E1AEE" w:rsidP="00355D2A">
      <w:pPr>
        <w:pStyle w:val="Odrka1-2-"/>
      </w:pPr>
      <w:r w:rsidRPr="00272BB7">
        <w:t>autorizace v rozsahu dle § 5 odst. 3 písm. j) autorizačního zákona, tedy v oboru požární bezpečnost staveb;</w:t>
      </w:r>
    </w:p>
    <w:p w14:paraId="2EA74AE5" w14:textId="77777777" w:rsidR="009E1AEE" w:rsidRPr="00272BB7" w:rsidRDefault="009E1AEE" w:rsidP="00067936">
      <w:pPr>
        <w:pStyle w:val="Odstavec1-1a"/>
        <w:numPr>
          <w:ilvl w:val="0"/>
          <w:numId w:val="16"/>
        </w:numPr>
        <w:rPr>
          <w:b/>
        </w:rPr>
      </w:pPr>
      <w:r w:rsidRPr="00272BB7">
        <w:rPr>
          <w:b/>
        </w:rPr>
        <w:t xml:space="preserve">koordinátor BOZP </w:t>
      </w:r>
    </w:p>
    <w:p w14:paraId="534BCC10" w14:textId="77777777" w:rsidR="00355D2A" w:rsidRPr="00272BB7" w:rsidRDefault="009E1AEE" w:rsidP="00355D2A">
      <w:pPr>
        <w:pStyle w:val="Odrka1-2-"/>
      </w:pPr>
      <w:r w:rsidRPr="00272BB7">
        <w:t xml:space="preserve">nejméně 3 roky praxe ve svém oboru; </w:t>
      </w:r>
    </w:p>
    <w:p w14:paraId="1DE05C67" w14:textId="11F8053F" w:rsidR="009E1AEE" w:rsidRPr="00272BB7" w:rsidRDefault="009E1AEE" w:rsidP="00355D2A">
      <w:pPr>
        <w:pStyle w:val="Odrka1-2-"/>
      </w:pPr>
      <w:r w:rsidRPr="00272BB7">
        <w:t xml:space="preserve">osvědčení o odborné způsobilosti koordinátora BOZP na staveništi podle § 14, resp. § 10 odst. 2 zákona č. 309/2006 Sb., o zajištění dalších podmínek bezpečnosti a ochrany zdraví při práci, </w:t>
      </w:r>
      <w:r w:rsidR="00D7668B" w:rsidRPr="00272BB7">
        <w:t>ve znění pozdějších předpisů</w:t>
      </w:r>
      <w:r w:rsidR="0000503C" w:rsidRPr="00272BB7">
        <w:t xml:space="preserve">, ve spojení </w:t>
      </w:r>
      <w:r w:rsidR="0000503C" w:rsidRPr="00272BB7">
        <w:lastRenderedPageBreak/>
        <w:t>s</w:t>
      </w:r>
      <w:r w:rsidRPr="00272BB7">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272BB7" w:rsidRDefault="009E1AEE" w:rsidP="00067936">
      <w:pPr>
        <w:pStyle w:val="Odstavec1-1a"/>
        <w:numPr>
          <w:ilvl w:val="0"/>
          <w:numId w:val="16"/>
        </w:numPr>
        <w:rPr>
          <w:b/>
        </w:rPr>
      </w:pPr>
      <w:r w:rsidRPr="00272BB7">
        <w:rPr>
          <w:b/>
        </w:rPr>
        <w:t>specialista na inženýrskou činnost</w:t>
      </w:r>
    </w:p>
    <w:p w14:paraId="4FE00FAD" w14:textId="1D17B46C" w:rsidR="009E1AEE" w:rsidRPr="00272BB7" w:rsidRDefault="009E1AEE" w:rsidP="00355D2A">
      <w:pPr>
        <w:pStyle w:val="Odrka1-2-"/>
      </w:pPr>
      <w:r w:rsidRPr="00272BB7">
        <w:t>nejméně 5 let praxe ve výkonu inženýrské činnosti pro vydání stavebního povolení nebo společného povolení</w:t>
      </w:r>
      <w:r w:rsidR="0079069D" w:rsidRPr="00272BB7">
        <w:t>,</w:t>
      </w:r>
      <w:r w:rsidRPr="00272BB7">
        <w:t xml:space="preserve"> včetn</w:t>
      </w:r>
      <w:r w:rsidR="00272BB7" w:rsidRPr="00272BB7">
        <w:t>ě majetkoprávní přípravy staveb.</w:t>
      </w:r>
    </w:p>
    <w:p w14:paraId="446AC155" w14:textId="4B11988F"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rsidRPr="00AD0714">
        <w:t xml:space="preserve"> </w:t>
      </w:r>
      <w:r w:rsidR="00AD0714">
        <w:t xml:space="preserve">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2CFC7B17"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t>, zejména, zda se na plnění konkrétních zakázek skutečně podílel</w:t>
      </w:r>
      <w:r w:rsidR="00272BB7">
        <w:t>.</w:t>
      </w:r>
      <w:r>
        <w:t xml:space="preserve">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w:t>
      </w:r>
      <w:r>
        <w:lastRenderedPageBreak/>
        <w:t xml:space="preserve">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w:t>
      </w:r>
      <w:r>
        <w:lastRenderedPageBreak/>
        <w:t xml:space="preserve">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284E9CCC"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167C13BB"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0245600B"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w:t>
      </w:r>
      <w:r w:rsidRPr="00B2309B">
        <w:lastRenderedPageBreak/>
        <w:t xml:space="preserve">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2" w:name="_Toc124336956"/>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w:t>
      </w:r>
      <w:r>
        <w:lastRenderedPageBreak/>
        <w:t>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4C81A973" w:rsidR="00465FDD" w:rsidRDefault="00465FDD" w:rsidP="00A619CA">
      <w:pPr>
        <w:pStyle w:val="Odrka1-2-"/>
      </w:pPr>
      <w:r>
        <w:t xml:space="preserve">do těla závazného vzoru smlouvy </w:t>
      </w:r>
      <w:r w:rsidR="00547AD2">
        <w:t xml:space="preserve">v </w:t>
      </w:r>
      <w:r>
        <w:t>čl. 3.3</w:t>
      </w:r>
      <w:r w:rsidR="00A619CA">
        <w:t xml:space="preserve"> </w:t>
      </w:r>
      <w:r>
        <w:t>Cenu Díla bez DPH, která představuje součet Ceny za zpracování D</w:t>
      </w:r>
      <w:r w:rsidR="000E5DB6">
        <w:t>U</w:t>
      </w:r>
      <w:r>
        <w:t xml:space="preserve">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0BA87D54" w:rsidR="00465FDD" w:rsidRDefault="00465FDD" w:rsidP="00F348C0">
      <w:pPr>
        <w:pStyle w:val="Odrka1-3"/>
        <w:numPr>
          <w:ilvl w:val="0"/>
          <w:numId w:val="0"/>
        </w:numPr>
        <w:ind w:left="1531"/>
      </w:pPr>
      <w:r>
        <w:t>Cenu za zpracování D</w:t>
      </w:r>
      <w:r w:rsidR="000E5DB6">
        <w:t>U</w:t>
      </w:r>
      <w:r>
        <w:t>SP a PDPS podle členění na základní a dodatečné služby, cenu za výkon autorského dozoru, dále Cenu Díla dle členění na Cenu za zpracování D</w:t>
      </w:r>
      <w:r w:rsidR="000E5DB6">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124336957"/>
      <w:r>
        <w:lastRenderedPageBreak/>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4" w:name="_Toc124336958"/>
      <w:r>
        <w:t>OBSAH</w:t>
      </w:r>
      <w:r w:rsidR="00845C50">
        <w:t xml:space="preserve"> a </w:t>
      </w:r>
      <w:r>
        <w:t>PODÁVÁNÍ NABÍDEK</w:t>
      </w:r>
      <w:bookmarkEnd w:id="14"/>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lastRenderedPageBreak/>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074A2CE9" w:rsidR="009B7E95" w:rsidRDefault="009B7E95"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124336959"/>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EDE38B5"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0E5DB6">
        <w:t>U</w:t>
      </w:r>
      <w:r>
        <w:t xml:space="preserve">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124336960"/>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124336961"/>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124336962"/>
      <w:r>
        <w:t>POSOUZENÍ SPLNĚNÍ PODMÍNEK ÚČASTI</w:t>
      </w:r>
      <w:bookmarkEnd w:id="18"/>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w:t>
      </w:r>
      <w:r>
        <w:lastRenderedPageBreak/>
        <w:t xml:space="preserve">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124336963"/>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528EC994"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0E5DB6">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lastRenderedPageBreak/>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CA5D24" w:rsidRDefault="00320B33" w:rsidP="00320B33">
            <w:pPr>
              <w:rPr>
                <w:rFonts w:cs="Arial"/>
                <w:bCs/>
              </w:rPr>
            </w:pPr>
            <w:r w:rsidRPr="00CA5D24">
              <w:rPr>
                <w:rFonts w:cs="Arial"/>
                <w:bCs/>
              </w:rPr>
              <w:t>hlavní projektant</w:t>
            </w:r>
            <w:r w:rsidR="003804E2" w:rsidRPr="00CA5D24">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05B62915" w:rsidR="00B77110" w:rsidRPr="00B77110" w:rsidRDefault="00D96B3F" w:rsidP="00CA5D24">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ve funkci vedoucího týmu</w:t>
            </w:r>
            <w:r w:rsidR="00CA5D24">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CA5D24">
              <w:rPr>
                <w:rFonts w:cs="Arial"/>
                <w:bCs/>
              </w:rPr>
              <w:t xml:space="preserve"> </w:t>
            </w:r>
            <w:r w:rsidR="00CA5D24" w:rsidRPr="00CA5D24">
              <w:rPr>
                <w:rFonts w:cs="Arial"/>
                <w:b/>
                <w:bCs/>
              </w:rPr>
              <w:t>5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CA5D24" w:rsidRDefault="00B77110" w:rsidP="00631EAA">
            <w:pPr>
              <w:rPr>
                <w:rFonts w:cs="Arial"/>
                <w:bCs/>
              </w:rPr>
            </w:pPr>
            <w:r w:rsidRPr="00CA5D24">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7FC7DB16" w:rsidR="00B77110" w:rsidRPr="00B77110" w:rsidRDefault="00D96B3F" w:rsidP="00CA5D24">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sidR="00CA5D24">
              <w:rPr>
                <w:rFonts w:cs="Arial"/>
                <w:bCs/>
              </w:rPr>
              <w:t xml:space="preserve"> </w:t>
            </w:r>
            <w:r w:rsidR="00CA5D24" w:rsidRPr="00CA5D24">
              <w:rPr>
                <w:rFonts w:cs="Arial"/>
                <w:b/>
                <w:bCs/>
              </w:rPr>
              <w:t>5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CA5D24">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4E58F084" w:rsidR="00B77110" w:rsidRPr="00B77110" w:rsidRDefault="00565026" w:rsidP="00CA5D24">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lastRenderedPageBreak/>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CA5D24" w:rsidRPr="00CA5D24">
              <w:rPr>
                <w:rFonts w:cs="Arial"/>
                <w:b/>
                <w:bCs/>
              </w:rPr>
              <w:t>5 mil. Kč</w:t>
            </w:r>
            <w:r w:rsidR="00CA5D24" w:rsidRPr="00CA5D24">
              <w:rPr>
                <w:rFonts w:cs="Arial"/>
                <w:bCs/>
              </w:rPr>
              <w:t xml:space="preserve"> </w:t>
            </w:r>
            <w:r w:rsidR="00CA5D24">
              <w:rPr>
                <w:rFonts w:cs="Arial"/>
                <w:bCs/>
              </w:rPr>
              <w:t>b</w:t>
            </w:r>
            <w:r w:rsidRPr="00B77110">
              <w:rPr>
                <w:rFonts w:cs="Arial"/>
                <w:bCs/>
              </w:rPr>
              <w:t xml:space="preserve">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w:t>
      </w:r>
      <w:r w:rsidRPr="004B6506">
        <w:rPr>
          <w:rFonts w:cs="Arial"/>
          <w:bCs/>
        </w:rPr>
        <w:lastRenderedPageBreak/>
        <w:t xml:space="preserve">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0F204A74"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0AD7C8E" w:rsidR="00F16C4B" w:rsidRDefault="009F3B3B" w:rsidP="009F3B3B">
      <w:pPr>
        <w:pStyle w:val="Odrka1-2-"/>
      </w:pPr>
      <w:r>
        <w:lastRenderedPageBreak/>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w:t>
      </w:r>
      <w:r w:rsidR="000E5DB6">
        <w:t xml:space="preserve">nebo DUR+DSP nebo DUR+DSP+PDPS </w:t>
      </w:r>
      <w:r>
        <w:t xml:space="preserve">považuje za dokončenou </w:t>
      </w:r>
      <w:r w:rsidR="00593FAE">
        <w:t xml:space="preserve">definitivním </w:t>
      </w:r>
      <w:r>
        <w:t>předáním DSP nebo DSP+PDPS nebo DUSP</w:t>
      </w:r>
      <w:r w:rsidRPr="00103A92">
        <w:t xml:space="preserve"> </w:t>
      </w:r>
      <w:r>
        <w:t>nebo DUSP+PDPS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3AE3B625"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4CCF7C16" w14:textId="77777777" w:rsidR="00CC5DC9" w:rsidRDefault="00CC5DC9" w:rsidP="00B77110">
      <w:pPr>
        <w:pStyle w:val="Text1-1"/>
        <w:numPr>
          <w:ilvl w:val="0"/>
          <w:numId w:val="0"/>
        </w:numPr>
        <w:ind w:left="737"/>
      </w:pP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6AD83A39"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43E8FA7" w14:textId="77777777" w:rsidR="005B3068" w:rsidRDefault="005B3068" w:rsidP="00B77110">
      <w:pPr>
        <w:pStyle w:val="Text1-1"/>
        <w:numPr>
          <w:ilvl w:val="0"/>
          <w:numId w:val="0"/>
        </w:numPr>
        <w:ind w:left="737"/>
      </w:pPr>
      <w:bookmarkStart w:id="20" w:name="_GoBack"/>
      <w:bookmarkEnd w:id="20"/>
    </w:p>
    <w:p w14:paraId="098EF451" w14:textId="77777777" w:rsidR="00B77110" w:rsidRPr="00B77110" w:rsidRDefault="00B77110" w:rsidP="00B77110">
      <w:pPr>
        <w:pStyle w:val="Text1-1"/>
        <w:rPr>
          <w:b/>
        </w:rPr>
      </w:pPr>
      <w:r w:rsidRPr="00B77110">
        <w:rPr>
          <w:b/>
        </w:rPr>
        <w:lastRenderedPageBreak/>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433696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433696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9D6D81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D6027A">
        <w:t xml:space="preserve">či pojistné </w:t>
      </w:r>
      <w:r w:rsidR="005B3E86">
        <w:t xml:space="preserve">záruky za provedení díla) </w:t>
      </w:r>
      <w:r w:rsidRPr="00572F04">
        <w:t>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w:t>
      </w:r>
      <w:r>
        <w:lastRenderedPageBreak/>
        <w:t xml:space="preserve">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2E978D35"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 xml:space="preserve">Za účelem splnění povinností dle § 4b zákona o střetu zájmů zadavatel bude postupovat podle předchozího čl. 18.4 těchto Pokynů obdobně i při zjišťování údajů o skutečném </w:t>
      </w:r>
      <w:r>
        <w:lastRenderedPageBreak/>
        <w:t>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572B18D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24336966"/>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24336967"/>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78BE9CFE" w:rsidR="0035531B" w:rsidRDefault="0035531B" w:rsidP="00572F04">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E1AC7" w:rsidRPr="005E1AC7">
        <w:rPr>
          <w:b/>
        </w:rPr>
        <w:t>200 000,-</w:t>
      </w:r>
      <w:r>
        <w:t xml:space="preserve"> </w:t>
      </w:r>
      <w:r w:rsidRPr="00B035B6">
        <w:rPr>
          <w:b/>
        </w:rPr>
        <w:t xml:space="preserve">Kč </w:t>
      </w:r>
      <w:r>
        <w:t xml:space="preserve">(slovy: </w:t>
      </w:r>
      <w:r w:rsidR="005E1AC7">
        <w:t>dvě stě tisíc korun českých)</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339CBE31" w:rsidR="0035531B" w:rsidRDefault="0035531B" w:rsidP="005E1AC7">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5E1AC7" w:rsidRPr="005E1AC7">
        <w:t>30007-22307011/0710, Česká národní banka se sídlem Na Příkopě 28, 115 03 Praha 1</w:t>
      </w:r>
      <w:r>
        <w:t xml:space="preserve">, variabilní symbol </w:t>
      </w:r>
      <w:r w:rsidR="005E1AC7">
        <w:t>5003520033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24336968"/>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lastRenderedPageBreak/>
        <w:t>studentské exkurze</w:t>
      </w:r>
    </w:p>
    <w:p w14:paraId="2626617D" w14:textId="3DB8787D" w:rsidR="00BA197A" w:rsidRDefault="00423AD4" w:rsidP="00136BBF">
      <w:pPr>
        <w:pStyle w:val="Odrka1-1"/>
      </w:pPr>
      <w:r w:rsidRPr="0060254E">
        <w:t>recyklaci kameniva vyzískávaného z kolejového lože</w:t>
      </w:r>
      <w:r w:rsidR="005E1AC7">
        <w:t>.</w:t>
      </w:r>
    </w:p>
    <w:p w14:paraId="23D25BD6" w14:textId="007AC946"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C12E60">
        <w:t>článku 4</w:t>
      </w:r>
      <w:r w:rsidR="00980909" w:rsidRPr="00C12E60">
        <w:t xml:space="preserve">.7 </w:t>
      </w:r>
      <w:r w:rsidRPr="00C12E60">
        <w:t>závazného</w:t>
      </w:r>
      <w:r>
        <w:t xml:space="preserve"> vzoru smlouvy, který je dílem 2 zadávací dokumentace</w:t>
      </w:r>
      <w:r w:rsidR="00980909">
        <w:t>.</w:t>
      </w:r>
    </w:p>
    <w:p w14:paraId="7FD7782A" w14:textId="704C1557" w:rsidR="004D33A0" w:rsidRDefault="004D33A0" w:rsidP="004D33A0">
      <w:pPr>
        <w:pStyle w:val="Nadpis1-1"/>
        <w:jc w:val="both"/>
      </w:pPr>
      <w:bookmarkStart w:id="28" w:name="_Toc102380477"/>
      <w:bookmarkStart w:id="29" w:name="_Toc103683200"/>
      <w:bookmarkStart w:id="30" w:name="_Toc103932243"/>
      <w:bookmarkStart w:id="31" w:name="_Toc124336969"/>
      <w:r>
        <w:t xml:space="preserve">Další zadávací podmínky v návaznosti na sankce </w:t>
      </w:r>
      <w:r w:rsidRPr="00515FDB">
        <w:t>v</w:t>
      </w:r>
      <w:r>
        <w:t> souvislosti se situací na Ukrajině</w:t>
      </w:r>
      <w:bookmarkEnd w:id="28"/>
      <w:bookmarkEnd w:id="29"/>
      <w:bookmarkEnd w:id="30"/>
      <w:bookmarkEnd w:id="31"/>
    </w:p>
    <w:p w14:paraId="31DFEF48" w14:textId="77777777"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76EB6FF3" w14:textId="77777777" w:rsidR="00D42474" w:rsidRDefault="00D42474" w:rsidP="00D42474">
      <w:pPr>
        <w:pStyle w:val="Text1-1"/>
        <w:numPr>
          <w:ilvl w:val="0"/>
          <w:numId w:val="48"/>
        </w:numPr>
      </w:pPr>
      <w:r>
        <w:t>jakémukoli ruskému státnímu příslušníkovi, fyzické či právnické osobě nebo subjektu či orgánu se sídlem v Rusku,</w:t>
      </w:r>
    </w:p>
    <w:p w14:paraId="4132B277" w14:textId="77777777" w:rsidR="00D42474" w:rsidRDefault="00D42474" w:rsidP="00D42474">
      <w:pPr>
        <w:pStyle w:val="Text1-1"/>
        <w:numPr>
          <w:ilvl w:val="0"/>
          <w:numId w:val="48"/>
        </w:numPr>
        <w:spacing w:before="120"/>
      </w:pPr>
      <w:r>
        <w:t>právnické osobě, subjektu nebo orgánu, které jsou z více než 50 % přímo či nepřímo vlastněny některým ze subjektů uvedených v písmeni a) tohoto odstavce, nebo</w:t>
      </w:r>
    </w:p>
    <w:p w14:paraId="50F55C5E" w14:textId="77777777" w:rsidR="00D42474" w:rsidRDefault="00D42474" w:rsidP="00D42474">
      <w:pPr>
        <w:pStyle w:val="Text1-1"/>
        <w:numPr>
          <w:ilvl w:val="0"/>
          <w:numId w:val="48"/>
        </w:numPr>
      </w:pPr>
      <w:r>
        <w:t>fyzické nebo právnické osobě, subjektu nebo orgánu, které jednají jménem nebo na pokyn některého ze subjektů uvedených v písmeni a) nebo b) tohoto odstavce,</w:t>
      </w:r>
    </w:p>
    <w:p w14:paraId="6FE55385" w14:textId="77777777"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4BC1F932" w14:textId="77777777"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0CE279D1" w:rsidR="004D33A0" w:rsidRPr="004D33A0" w:rsidRDefault="00D42474" w:rsidP="00D42474">
      <w:pPr>
        <w:pStyle w:val="Text1-1"/>
      </w:pPr>
      <w:r w:rsidRPr="00FA4410">
        <w:t>V případě postupu účastníka v rozporu s</w:t>
      </w:r>
      <w:r>
        <w:t xml:space="preserve"> tímto článkem </w:t>
      </w:r>
      <w:r w:rsidRPr="00FA4410">
        <w:t>bude účastník vyloučen ze zadávacího řízení</w:t>
      </w:r>
      <w:r>
        <w:t>.</w:t>
      </w:r>
    </w:p>
    <w:p w14:paraId="5751B585" w14:textId="5F169177" w:rsidR="0035531B" w:rsidRDefault="0035531B" w:rsidP="00564DDD">
      <w:pPr>
        <w:pStyle w:val="Nadpis1-1"/>
      </w:pPr>
      <w:bookmarkStart w:id="32" w:name="_Toc124336970"/>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4B464EB4" w:rsidR="0035531B" w:rsidRDefault="0035531B" w:rsidP="00564DDD">
      <w:pPr>
        <w:pStyle w:val="Textbezslovn"/>
        <w:spacing w:after="0"/>
      </w:pPr>
      <w:r>
        <w:t xml:space="preserve">Ing. </w:t>
      </w:r>
      <w:r w:rsidR="00EE1DD5">
        <w:t>Petr Hofhanzl</w:t>
      </w:r>
    </w:p>
    <w:p w14:paraId="2149C1BA" w14:textId="77777777" w:rsidR="00EE1DD5" w:rsidRDefault="00EE1DD5" w:rsidP="00564DDD">
      <w:pPr>
        <w:pStyle w:val="Textbezslovn"/>
        <w:spacing w:after="0"/>
      </w:pPr>
      <w:r>
        <w:t>Ředitel Stavební správy západ</w:t>
      </w:r>
    </w:p>
    <w:p w14:paraId="60A94DF6" w14:textId="5C4D6C8A" w:rsidR="0035531B" w:rsidRDefault="0035531B" w:rsidP="00564DDD">
      <w:pPr>
        <w:pStyle w:val="Textbezslovn"/>
        <w:spacing w:after="0"/>
      </w:pPr>
      <w:r>
        <w:t>Správa železni</w:t>
      </w:r>
      <w:r w:rsidR="00040961">
        <w:t>c</w:t>
      </w:r>
      <w:r>
        <w:t>,</w:t>
      </w:r>
      <w:r w:rsidR="00F67ED4">
        <w:t xml:space="preserve"> </w:t>
      </w:r>
      <w:r>
        <w:t>státní organizace</w:t>
      </w:r>
    </w:p>
    <w:p w14:paraId="5A20B72C" w14:textId="77777777" w:rsidR="0035531B" w:rsidRDefault="0035531B" w:rsidP="00564DDD">
      <w:pPr>
        <w:pStyle w:val="Textbezslovn"/>
      </w:pPr>
    </w:p>
    <w:p w14:paraId="16B268A0" w14:textId="77777777" w:rsidR="00AC6613" w:rsidRDefault="00AC6613">
      <w:pPr>
        <w:rPr>
          <w:rFonts w:asciiTheme="majorHAnsi" w:hAnsiTheme="majorHAnsi"/>
          <w:b/>
          <w:caps/>
          <w:sz w:val="22"/>
        </w:rPr>
      </w:pPr>
      <w:r>
        <w:br w:type="page"/>
      </w:r>
    </w:p>
    <w:p w14:paraId="4BB57F52" w14:textId="364F2E5D"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189ACFF4" w:rsidR="006A540D" w:rsidRDefault="006A540D" w:rsidP="006A540D">
      <w:pPr>
        <w:pStyle w:val="Textbezslovn"/>
        <w:ind w:left="0"/>
      </w:pPr>
      <w:r w:rsidRPr="006A6AF2">
        <w:t>Řádně jsme se seznámili se zněním zadávacích podmínek veřejné zakázky s</w:t>
      </w:r>
      <w:r w:rsidR="005E1AC7">
        <w:t> </w:t>
      </w:r>
      <w:r w:rsidRPr="006A6AF2">
        <w:t>názvem</w:t>
      </w:r>
      <w:r w:rsidR="005E1AC7">
        <w:t xml:space="preserve"> </w:t>
      </w:r>
      <w:r w:rsidR="005E1AC7" w:rsidRPr="005E1AC7">
        <w:rPr>
          <w:b/>
        </w:rPr>
        <w:t>„Rekonstrukce ŽST Nový Bor“</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B069395"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Pr="00543F07">
        <w:rPr>
          <w:b/>
        </w:rPr>
        <w:t xml:space="preserve"> 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E2AFBBE" w:rsidR="00452F69" w:rsidRPr="00833899" w:rsidRDefault="00543F07" w:rsidP="005E1AC7">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13FA1743" w:rsidR="00452F69" w:rsidRPr="000E48A0" w:rsidRDefault="00452F69" w:rsidP="00307641">
            <w:pPr>
              <w:rPr>
                <w:b w:val="0"/>
                <w:sz w:val="16"/>
                <w:szCs w:val="16"/>
              </w:rPr>
            </w:pPr>
          </w:p>
        </w:tc>
        <w:tc>
          <w:tcPr>
            <w:tcW w:w="2835" w:type="dxa"/>
            <w:tcBorders>
              <w:top w:val="single" w:sz="2" w:space="0" w:color="auto"/>
            </w:tcBorders>
            <w:shd w:val="clear" w:color="auto" w:fill="auto"/>
          </w:tcPr>
          <w:p w14:paraId="6B2CD5C1" w14:textId="188A7D6A"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032DEA7D"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w:t>
      </w:r>
      <w:r w:rsidR="000D1296">
        <w:lastRenderedPageBreak/>
        <w:t>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0"/>
      <w:bookmarkEnd w:id="1"/>
      <w:bookmarkEnd w:id="2"/>
      <w:bookmarkEnd w:id="3"/>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011245B0"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5E1AC7">
        <w:rPr>
          <w:rFonts w:eastAsia="Times New Roman" w:cs="Times New Roman"/>
          <w:lang w:eastAsia="cs-CZ"/>
        </w:rPr>
        <w:t> </w:t>
      </w:r>
      <w:r w:rsidRPr="00DF0EC8">
        <w:rPr>
          <w:rFonts w:eastAsia="Times New Roman" w:cs="Times New Roman"/>
          <w:lang w:eastAsia="cs-CZ"/>
        </w:rPr>
        <w:t>názvem</w:t>
      </w:r>
      <w:r w:rsidR="005E1AC7">
        <w:rPr>
          <w:rFonts w:eastAsia="Times New Roman" w:cs="Times New Roman"/>
          <w:lang w:eastAsia="cs-CZ"/>
        </w:rPr>
        <w:t xml:space="preserve"> </w:t>
      </w:r>
      <w:r w:rsidR="005E1AC7" w:rsidRPr="005E1AC7">
        <w:rPr>
          <w:rFonts w:eastAsia="Times New Roman" w:cs="Times New Roman"/>
          <w:b/>
          <w:lang w:eastAsia="cs-CZ"/>
        </w:rPr>
        <w:t>„Rekonstrukce ŽST Nový Bor“</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77777777"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1"/>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w:t>
      </w:r>
      <w:r w:rsidRPr="00247FAF">
        <w:lastRenderedPageBreak/>
        <w:t>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DCAF0" w14:textId="77777777" w:rsidR="00305654" w:rsidRDefault="00305654" w:rsidP="00962258">
      <w:pPr>
        <w:spacing w:after="0" w:line="240" w:lineRule="auto"/>
      </w:pPr>
      <w:r>
        <w:separator/>
      </w:r>
    </w:p>
  </w:endnote>
  <w:endnote w:type="continuationSeparator" w:id="0">
    <w:p w14:paraId="54296334" w14:textId="77777777" w:rsidR="00305654" w:rsidRDefault="003056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722E" w14:paraId="3852A48B" w14:textId="77777777" w:rsidTr="00EB46E5">
      <w:tc>
        <w:tcPr>
          <w:tcW w:w="1361" w:type="dxa"/>
          <w:tcMar>
            <w:left w:w="0" w:type="dxa"/>
            <w:right w:w="0" w:type="dxa"/>
          </w:tcMar>
          <w:vAlign w:val="bottom"/>
        </w:tcPr>
        <w:p w14:paraId="137C5680" w14:textId="04E05550" w:rsidR="00F6722E" w:rsidRPr="00B8518B" w:rsidRDefault="00F6722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4172">
            <w:rPr>
              <w:rStyle w:val="slostrnky"/>
              <w:noProof/>
            </w:rPr>
            <w:t>46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4172">
            <w:rPr>
              <w:rStyle w:val="slostrnky"/>
              <w:noProof/>
            </w:rPr>
            <w:t>47</w:t>
          </w:r>
          <w:r w:rsidRPr="00B8518B">
            <w:rPr>
              <w:rStyle w:val="slostrnky"/>
            </w:rPr>
            <w:fldChar w:fldCharType="end"/>
          </w:r>
        </w:p>
      </w:tc>
      <w:tc>
        <w:tcPr>
          <w:tcW w:w="284" w:type="dxa"/>
          <w:shd w:val="clear" w:color="auto" w:fill="auto"/>
          <w:tcMar>
            <w:left w:w="0" w:type="dxa"/>
            <w:right w:w="0" w:type="dxa"/>
          </w:tcMar>
        </w:tcPr>
        <w:p w14:paraId="240F2DFD" w14:textId="77777777" w:rsidR="00F6722E" w:rsidRDefault="00F6722E" w:rsidP="00B8518B">
          <w:pPr>
            <w:pStyle w:val="Zpat"/>
          </w:pPr>
        </w:p>
      </w:tc>
      <w:tc>
        <w:tcPr>
          <w:tcW w:w="425" w:type="dxa"/>
          <w:shd w:val="clear" w:color="auto" w:fill="auto"/>
          <w:tcMar>
            <w:left w:w="0" w:type="dxa"/>
            <w:right w:w="0" w:type="dxa"/>
          </w:tcMar>
        </w:tcPr>
        <w:p w14:paraId="7564134E" w14:textId="77777777" w:rsidR="00F6722E" w:rsidRDefault="00F6722E" w:rsidP="00B8518B">
          <w:pPr>
            <w:pStyle w:val="Zpat"/>
          </w:pPr>
        </w:p>
      </w:tc>
      <w:tc>
        <w:tcPr>
          <w:tcW w:w="8505" w:type="dxa"/>
        </w:tcPr>
        <w:p w14:paraId="1B4593B8" w14:textId="34ADE743" w:rsidR="00F6722E" w:rsidRDefault="00F6722E" w:rsidP="00EB46E5">
          <w:pPr>
            <w:pStyle w:val="Zpat0"/>
          </w:pPr>
          <w:r w:rsidRPr="00F6722E">
            <w:t>„Rekonstrukce ŽST Nový Bor“</w:t>
          </w:r>
        </w:p>
        <w:p w14:paraId="5740C166" w14:textId="77777777" w:rsidR="00F6722E" w:rsidRDefault="00F6722E"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F6722E" w:rsidRDefault="00F6722E" w:rsidP="00392730">
          <w:pPr>
            <w:pStyle w:val="Zpat0"/>
          </w:pPr>
          <w:r>
            <w:t xml:space="preserve">Část 2 – </w:t>
          </w:r>
          <w:r w:rsidRPr="0035531B">
            <w:rPr>
              <w:caps/>
            </w:rPr>
            <w:t>Pokyny pro dodavatele</w:t>
          </w:r>
        </w:p>
        <w:p w14:paraId="737706F4" w14:textId="77777777" w:rsidR="00F6722E" w:rsidRDefault="00F6722E" w:rsidP="00392730">
          <w:pPr>
            <w:pStyle w:val="Zpat0"/>
          </w:pPr>
        </w:p>
      </w:tc>
    </w:tr>
  </w:tbl>
  <w:p w14:paraId="557F4388" w14:textId="77777777" w:rsidR="00F6722E" w:rsidRPr="00B8518B" w:rsidRDefault="00F672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F6722E" w:rsidRPr="00B8518B" w:rsidRDefault="00F6722E" w:rsidP="00460660">
    <w:pPr>
      <w:pStyle w:val="Zpat"/>
      <w:rPr>
        <w:sz w:val="2"/>
        <w:szCs w:val="2"/>
      </w:rPr>
    </w:pPr>
  </w:p>
  <w:p w14:paraId="70C621D3" w14:textId="587CB2C6" w:rsidR="00F6722E" w:rsidRPr="00460660" w:rsidRDefault="00F6722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9FBB8" w14:textId="77777777" w:rsidR="00305654" w:rsidRDefault="00305654" w:rsidP="00962258">
      <w:pPr>
        <w:spacing w:after="0" w:line="240" w:lineRule="auto"/>
      </w:pPr>
      <w:r>
        <w:separator/>
      </w:r>
    </w:p>
  </w:footnote>
  <w:footnote w:type="continuationSeparator" w:id="0">
    <w:p w14:paraId="46E2109F" w14:textId="77777777" w:rsidR="00305654" w:rsidRDefault="00305654" w:rsidP="00962258">
      <w:pPr>
        <w:spacing w:after="0" w:line="240" w:lineRule="auto"/>
      </w:pPr>
      <w:r>
        <w:continuationSeparator/>
      </w:r>
    </w:p>
  </w:footnote>
  <w:footnote w:id="1">
    <w:p w14:paraId="14FDFE7A" w14:textId="2AC6E061" w:rsidR="00F6722E" w:rsidRDefault="00F6722E"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F6722E" w:rsidRDefault="00F6722E"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F6722E" w:rsidRPr="00EB54C9" w:rsidRDefault="00F6722E"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F6722E" w:rsidRDefault="00F6722E"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F6722E" w:rsidRDefault="00F6722E"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F6722E" w:rsidRDefault="00F6722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F6722E" w:rsidRDefault="00F6722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F6722E" w:rsidRDefault="00F6722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F6722E" w:rsidRDefault="00F6722E"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F6722E" w:rsidRDefault="00F6722E"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2D38EB5F" w14:textId="77777777" w:rsidR="00F6722E" w:rsidRPr="00545EB9" w:rsidRDefault="00F6722E"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BAA71FA" w14:textId="77777777" w:rsidR="00F6722E" w:rsidRPr="00545EB9" w:rsidRDefault="00F6722E" w:rsidP="00D4247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54E37530" w14:textId="77777777" w:rsidR="00F6722E" w:rsidRPr="00545EB9" w:rsidRDefault="00F6722E" w:rsidP="00D4247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35138589" w14:textId="77777777" w:rsidR="00F6722E" w:rsidRPr="00545EB9" w:rsidRDefault="00F6722E" w:rsidP="00D4247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48F69D1B" w14:textId="77777777" w:rsidR="00F6722E" w:rsidRPr="00545EB9" w:rsidRDefault="00F6722E" w:rsidP="00D4247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37F5E176" w14:textId="77777777" w:rsidR="00F6722E" w:rsidRPr="00545EB9" w:rsidRDefault="00F6722E"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6ED73EBC" w14:textId="77777777" w:rsidR="00F6722E" w:rsidRPr="00EB54C9" w:rsidRDefault="00F6722E"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722E" w14:paraId="40E70905" w14:textId="77777777" w:rsidTr="00C02D0A">
      <w:trPr>
        <w:trHeight w:hRule="exact" w:val="454"/>
      </w:trPr>
      <w:tc>
        <w:tcPr>
          <w:tcW w:w="1361" w:type="dxa"/>
          <w:tcMar>
            <w:top w:w="57" w:type="dxa"/>
            <w:left w:w="0" w:type="dxa"/>
            <w:right w:w="0" w:type="dxa"/>
          </w:tcMar>
        </w:tcPr>
        <w:p w14:paraId="157A32E1" w14:textId="77777777" w:rsidR="00F6722E" w:rsidRPr="00B8518B" w:rsidRDefault="00F6722E" w:rsidP="00523EA7">
          <w:pPr>
            <w:pStyle w:val="Zpat"/>
            <w:rPr>
              <w:rStyle w:val="slostrnky"/>
            </w:rPr>
          </w:pPr>
        </w:p>
      </w:tc>
      <w:tc>
        <w:tcPr>
          <w:tcW w:w="3458" w:type="dxa"/>
          <w:shd w:val="clear" w:color="auto" w:fill="auto"/>
          <w:tcMar>
            <w:top w:w="57" w:type="dxa"/>
            <w:left w:w="0" w:type="dxa"/>
            <w:right w:w="0" w:type="dxa"/>
          </w:tcMar>
        </w:tcPr>
        <w:p w14:paraId="0BFEA660" w14:textId="77777777" w:rsidR="00F6722E" w:rsidRDefault="00F6722E" w:rsidP="00523EA7">
          <w:pPr>
            <w:pStyle w:val="Zpat"/>
          </w:pPr>
        </w:p>
      </w:tc>
      <w:tc>
        <w:tcPr>
          <w:tcW w:w="5698" w:type="dxa"/>
          <w:shd w:val="clear" w:color="auto" w:fill="auto"/>
          <w:tcMar>
            <w:top w:w="57" w:type="dxa"/>
            <w:left w:w="0" w:type="dxa"/>
            <w:right w:w="0" w:type="dxa"/>
          </w:tcMar>
        </w:tcPr>
        <w:p w14:paraId="43417309" w14:textId="77777777" w:rsidR="00F6722E" w:rsidRPr="00D6163D" w:rsidRDefault="00F6722E" w:rsidP="00D6163D">
          <w:pPr>
            <w:pStyle w:val="Druhdokumentu"/>
          </w:pPr>
        </w:p>
      </w:tc>
    </w:tr>
  </w:tbl>
  <w:p w14:paraId="7A51DC1B" w14:textId="77777777" w:rsidR="00F6722E" w:rsidRPr="00D6163D" w:rsidRDefault="00F672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722E" w14:paraId="6BBBB51F" w14:textId="77777777" w:rsidTr="00B22106">
      <w:trPr>
        <w:trHeight w:hRule="exact" w:val="936"/>
      </w:trPr>
      <w:tc>
        <w:tcPr>
          <w:tcW w:w="1361" w:type="dxa"/>
          <w:tcMar>
            <w:left w:w="0" w:type="dxa"/>
            <w:right w:w="0" w:type="dxa"/>
          </w:tcMar>
        </w:tcPr>
        <w:p w14:paraId="7B49BEA5" w14:textId="77777777" w:rsidR="00F6722E" w:rsidRPr="00B8518B" w:rsidRDefault="00F6722E" w:rsidP="00FC6389">
          <w:pPr>
            <w:pStyle w:val="Zpat"/>
            <w:rPr>
              <w:rStyle w:val="slostrnky"/>
            </w:rPr>
          </w:pPr>
        </w:p>
      </w:tc>
      <w:tc>
        <w:tcPr>
          <w:tcW w:w="3458" w:type="dxa"/>
          <w:shd w:val="clear" w:color="auto" w:fill="auto"/>
          <w:tcMar>
            <w:left w:w="0" w:type="dxa"/>
            <w:right w:w="0" w:type="dxa"/>
          </w:tcMar>
        </w:tcPr>
        <w:p w14:paraId="5723BA86" w14:textId="77777777" w:rsidR="00F6722E" w:rsidRDefault="00F6722E" w:rsidP="00FC6389">
          <w:pPr>
            <w:pStyle w:val="Zpat"/>
          </w:pPr>
        </w:p>
      </w:tc>
      <w:tc>
        <w:tcPr>
          <w:tcW w:w="5756" w:type="dxa"/>
          <w:shd w:val="clear" w:color="auto" w:fill="auto"/>
          <w:tcMar>
            <w:left w:w="0" w:type="dxa"/>
            <w:right w:w="0" w:type="dxa"/>
          </w:tcMar>
        </w:tcPr>
        <w:p w14:paraId="10B786D1" w14:textId="77777777" w:rsidR="00F6722E" w:rsidRPr="00D6163D" w:rsidRDefault="00F6722E" w:rsidP="00FC6389">
          <w:pPr>
            <w:pStyle w:val="Druhdokumentu"/>
          </w:pPr>
        </w:p>
      </w:tc>
    </w:tr>
    <w:tr w:rsidR="00F6722E" w14:paraId="68D9FA2A" w14:textId="77777777" w:rsidTr="00B22106">
      <w:trPr>
        <w:trHeight w:hRule="exact" w:val="936"/>
      </w:trPr>
      <w:tc>
        <w:tcPr>
          <w:tcW w:w="1361" w:type="dxa"/>
          <w:tcMar>
            <w:left w:w="0" w:type="dxa"/>
            <w:right w:w="0" w:type="dxa"/>
          </w:tcMar>
        </w:tcPr>
        <w:p w14:paraId="1B20651E" w14:textId="77777777" w:rsidR="00F6722E" w:rsidRPr="00B8518B" w:rsidRDefault="00F6722E" w:rsidP="00FC6389">
          <w:pPr>
            <w:pStyle w:val="Zpat"/>
            <w:rPr>
              <w:rStyle w:val="slostrnky"/>
            </w:rPr>
          </w:pPr>
        </w:p>
      </w:tc>
      <w:tc>
        <w:tcPr>
          <w:tcW w:w="3458" w:type="dxa"/>
          <w:shd w:val="clear" w:color="auto" w:fill="auto"/>
          <w:tcMar>
            <w:left w:w="0" w:type="dxa"/>
            <w:right w:w="0" w:type="dxa"/>
          </w:tcMar>
        </w:tcPr>
        <w:p w14:paraId="44D3F74E" w14:textId="77777777" w:rsidR="00F6722E" w:rsidRDefault="00F6722E" w:rsidP="00FC6389">
          <w:pPr>
            <w:pStyle w:val="Zpat"/>
          </w:pPr>
        </w:p>
      </w:tc>
      <w:tc>
        <w:tcPr>
          <w:tcW w:w="5756" w:type="dxa"/>
          <w:shd w:val="clear" w:color="auto" w:fill="auto"/>
          <w:tcMar>
            <w:left w:w="0" w:type="dxa"/>
            <w:right w:w="0" w:type="dxa"/>
          </w:tcMar>
        </w:tcPr>
        <w:p w14:paraId="12C34926" w14:textId="77777777" w:rsidR="00F6722E" w:rsidRPr="00D6163D" w:rsidRDefault="00F6722E" w:rsidP="00FC6389">
          <w:pPr>
            <w:pStyle w:val="Druhdokumentu"/>
          </w:pPr>
        </w:p>
      </w:tc>
    </w:tr>
  </w:tbl>
  <w:p w14:paraId="0D5F026A" w14:textId="77777777" w:rsidR="00F6722E" w:rsidRPr="00D6163D" w:rsidRDefault="00F6722E"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F6722E" w:rsidRPr="00460660" w:rsidRDefault="00F6722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4"/>
  </w:num>
  <w:num w:numId="5">
    <w:abstractNumId w:val="0"/>
  </w:num>
  <w:num w:numId="6">
    <w:abstractNumId w:val="8"/>
  </w:num>
  <w:num w:numId="7">
    <w:abstractNumId w:val="16"/>
  </w:num>
  <w:num w:numId="8">
    <w:abstractNumId w:val="10"/>
  </w:num>
  <w:num w:numId="9">
    <w:abstractNumId w:val="21"/>
  </w:num>
  <w:num w:numId="10">
    <w:abstractNumId w:val="1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7"/>
  </w:num>
  <w:num w:numId="44">
    <w:abstractNumId w:val="10"/>
  </w:num>
  <w:num w:numId="45">
    <w:abstractNumId w:val="3"/>
  </w:num>
  <w:num w:numId="46">
    <w:abstractNumId w:val="15"/>
  </w:num>
  <w:num w:numId="47">
    <w:abstractNumId w:val="10"/>
  </w:num>
  <w:num w:numId="48">
    <w:abstractNumId w:val="20"/>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4660"/>
    <w:rsid w:val="00026001"/>
    <w:rsid w:val="0002621B"/>
    <w:rsid w:val="00026D0B"/>
    <w:rsid w:val="000338E9"/>
    <w:rsid w:val="00040961"/>
    <w:rsid w:val="00041EC8"/>
    <w:rsid w:val="00043EF5"/>
    <w:rsid w:val="000466BC"/>
    <w:rsid w:val="00047AB6"/>
    <w:rsid w:val="00053304"/>
    <w:rsid w:val="0006499F"/>
    <w:rsid w:val="0006588D"/>
    <w:rsid w:val="00067936"/>
    <w:rsid w:val="00067A5E"/>
    <w:rsid w:val="00067EE3"/>
    <w:rsid w:val="000719BB"/>
    <w:rsid w:val="00072A65"/>
    <w:rsid w:val="00072C1E"/>
    <w:rsid w:val="00075902"/>
    <w:rsid w:val="00075E50"/>
    <w:rsid w:val="0008290B"/>
    <w:rsid w:val="000837C7"/>
    <w:rsid w:val="000839DD"/>
    <w:rsid w:val="000843C3"/>
    <w:rsid w:val="00087825"/>
    <w:rsid w:val="00092CC9"/>
    <w:rsid w:val="00097DD8"/>
    <w:rsid w:val="000A087A"/>
    <w:rsid w:val="000A5F00"/>
    <w:rsid w:val="000A7644"/>
    <w:rsid w:val="000A7D7C"/>
    <w:rsid w:val="000B4EB8"/>
    <w:rsid w:val="000B5EBA"/>
    <w:rsid w:val="000B676B"/>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36A8"/>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747F"/>
    <w:rsid w:val="0012178F"/>
    <w:rsid w:val="00122BBD"/>
    <w:rsid w:val="00125559"/>
    <w:rsid w:val="00132BB4"/>
    <w:rsid w:val="00133E10"/>
    <w:rsid w:val="00136583"/>
    <w:rsid w:val="00136BBF"/>
    <w:rsid w:val="00142B91"/>
    <w:rsid w:val="0014410E"/>
    <w:rsid w:val="00146BCB"/>
    <w:rsid w:val="001575A1"/>
    <w:rsid w:val="001656A2"/>
    <w:rsid w:val="00170EC5"/>
    <w:rsid w:val="001728E7"/>
    <w:rsid w:val="00173375"/>
    <w:rsid w:val="001744FD"/>
    <w:rsid w:val="001747C1"/>
    <w:rsid w:val="00177D6B"/>
    <w:rsid w:val="00191F90"/>
    <w:rsid w:val="00193D8F"/>
    <w:rsid w:val="00194E9F"/>
    <w:rsid w:val="001950C2"/>
    <w:rsid w:val="001954B0"/>
    <w:rsid w:val="00195AA2"/>
    <w:rsid w:val="001974DA"/>
    <w:rsid w:val="001A34A3"/>
    <w:rsid w:val="001A3F53"/>
    <w:rsid w:val="001A72D0"/>
    <w:rsid w:val="001A7DB5"/>
    <w:rsid w:val="001B1D07"/>
    <w:rsid w:val="001B23A1"/>
    <w:rsid w:val="001B26EE"/>
    <w:rsid w:val="001B4680"/>
    <w:rsid w:val="001B4E74"/>
    <w:rsid w:val="001B6474"/>
    <w:rsid w:val="001B7180"/>
    <w:rsid w:val="001C027C"/>
    <w:rsid w:val="001C19F4"/>
    <w:rsid w:val="001C645F"/>
    <w:rsid w:val="001C6AE3"/>
    <w:rsid w:val="001C7065"/>
    <w:rsid w:val="001C7C12"/>
    <w:rsid w:val="001C7FA6"/>
    <w:rsid w:val="001D182C"/>
    <w:rsid w:val="001D2108"/>
    <w:rsid w:val="001D21EA"/>
    <w:rsid w:val="001D48EE"/>
    <w:rsid w:val="001D5514"/>
    <w:rsid w:val="001D6E71"/>
    <w:rsid w:val="001E651D"/>
    <w:rsid w:val="001E678E"/>
    <w:rsid w:val="001F15F6"/>
    <w:rsid w:val="001F20CE"/>
    <w:rsid w:val="00202824"/>
    <w:rsid w:val="002036F6"/>
    <w:rsid w:val="002071BB"/>
    <w:rsid w:val="00207DF5"/>
    <w:rsid w:val="00210AB8"/>
    <w:rsid w:val="00222BAD"/>
    <w:rsid w:val="00225AD3"/>
    <w:rsid w:val="0023105F"/>
    <w:rsid w:val="00232412"/>
    <w:rsid w:val="00233A53"/>
    <w:rsid w:val="00234F7A"/>
    <w:rsid w:val="00237D2D"/>
    <w:rsid w:val="00240364"/>
    <w:rsid w:val="0024053B"/>
    <w:rsid w:val="00240B81"/>
    <w:rsid w:val="00245327"/>
    <w:rsid w:val="00247D01"/>
    <w:rsid w:val="0025030F"/>
    <w:rsid w:val="00252BAF"/>
    <w:rsid w:val="00253C9E"/>
    <w:rsid w:val="00255EEC"/>
    <w:rsid w:val="00257877"/>
    <w:rsid w:val="00261A5B"/>
    <w:rsid w:val="00262E5B"/>
    <w:rsid w:val="00263134"/>
    <w:rsid w:val="0026385B"/>
    <w:rsid w:val="0027053F"/>
    <w:rsid w:val="00270A2C"/>
    <w:rsid w:val="00271C11"/>
    <w:rsid w:val="00272BB7"/>
    <w:rsid w:val="00273D87"/>
    <w:rsid w:val="002743DF"/>
    <w:rsid w:val="00276AFE"/>
    <w:rsid w:val="00280ACC"/>
    <w:rsid w:val="00285F49"/>
    <w:rsid w:val="002912D6"/>
    <w:rsid w:val="002924B8"/>
    <w:rsid w:val="00294CF7"/>
    <w:rsid w:val="00294DE2"/>
    <w:rsid w:val="00297E73"/>
    <w:rsid w:val="002A3B57"/>
    <w:rsid w:val="002B2044"/>
    <w:rsid w:val="002C04EE"/>
    <w:rsid w:val="002C31BF"/>
    <w:rsid w:val="002C5A83"/>
    <w:rsid w:val="002C5F8A"/>
    <w:rsid w:val="002D122E"/>
    <w:rsid w:val="002D4B0B"/>
    <w:rsid w:val="002D5CDA"/>
    <w:rsid w:val="002D5F95"/>
    <w:rsid w:val="002D6887"/>
    <w:rsid w:val="002D7FD6"/>
    <w:rsid w:val="002E0CD7"/>
    <w:rsid w:val="002E0CFB"/>
    <w:rsid w:val="002E5C7B"/>
    <w:rsid w:val="002F4333"/>
    <w:rsid w:val="002F6610"/>
    <w:rsid w:val="003002C1"/>
    <w:rsid w:val="00302811"/>
    <w:rsid w:val="003038E0"/>
    <w:rsid w:val="00305654"/>
    <w:rsid w:val="00305D0E"/>
    <w:rsid w:val="00307641"/>
    <w:rsid w:val="00311F11"/>
    <w:rsid w:val="00316901"/>
    <w:rsid w:val="00320B33"/>
    <w:rsid w:val="00321AB3"/>
    <w:rsid w:val="00326BC8"/>
    <w:rsid w:val="00327047"/>
    <w:rsid w:val="00327EEF"/>
    <w:rsid w:val="0033063F"/>
    <w:rsid w:val="0033239F"/>
    <w:rsid w:val="00332F74"/>
    <w:rsid w:val="00333C1C"/>
    <w:rsid w:val="00337B72"/>
    <w:rsid w:val="0034274B"/>
    <w:rsid w:val="0034395F"/>
    <w:rsid w:val="003455FD"/>
    <w:rsid w:val="00345B64"/>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5453"/>
    <w:rsid w:val="0037545D"/>
    <w:rsid w:val="00377844"/>
    <w:rsid w:val="003804E2"/>
    <w:rsid w:val="003830C8"/>
    <w:rsid w:val="003831C7"/>
    <w:rsid w:val="00386FF1"/>
    <w:rsid w:val="00390C81"/>
    <w:rsid w:val="00392730"/>
    <w:rsid w:val="00392EB6"/>
    <w:rsid w:val="00394D03"/>
    <w:rsid w:val="00395312"/>
    <w:rsid w:val="003956C6"/>
    <w:rsid w:val="00396977"/>
    <w:rsid w:val="003A2C23"/>
    <w:rsid w:val="003A4513"/>
    <w:rsid w:val="003A52AD"/>
    <w:rsid w:val="003A5AF4"/>
    <w:rsid w:val="003B0675"/>
    <w:rsid w:val="003B412F"/>
    <w:rsid w:val="003B6C4D"/>
    <w:rsid w:val="003C1739"/>
    <w:rsid w:val="003C33F2"/>
    <w:rsid w:val="003D03F8"/>
    <w:rsid w:val="003D0C4F"/>
    <w:rsid w:val="003D756E"/>
    <w:rsid w:val="003D7882"/>
    <w:rsid w:val="003E3CE3"/>
    <w:rsid w:val="003E420D"/>
    <w:rsid w:val="003E4C13"/>
    <w:rsid w:val="003E611F"/>
    <w:rsid w:val="003E79F5"/>
    <w:rsid w:val="003F6F2A"/>
    <w:rsid w:val="00404BA2"/>
    <w:rsid w:val="00406084"/>
    <w:rsid w:val="004065AC"/>
    <w:rsid w:val="004078F3"/>
    <w:rsid w:val="00411FB2"/>
    <w:rsid w:val="0041345F"/>
    <w:rsid w:val="004137A8"/>
    <w:rsid w:val="00413B05"/>
    <w:rsid w:val="004142DA"/>
    <w:rsid w:val="0042061D"/>
    <w:rsid w:val="0042196E"/>
    <w:rsid w:val="004222F5"/>
    <w:rsid w:val="0042364E"/>
    <w:rsid w:val="00423AD4"/>
    <w:rsid w:val="00426778"/>
    <w:rsid w:val="00427794"/>
    <w:rsid w:val="00433C5F"/>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2ED5"/>
    <w:rsid w:val="00474F4D"/>
    <w:rsid w:val="00480896"/>
    <w:rsid w:val="00483969"/>
    <w:rsid w:val="00483B35"/>
    <w:rsid w:val="00483ED7"/>
    <w:rsid w:val="00485575"/>
    <w:rsid w:val="00486107"/>
    <w:rsid w:val="004871D1"/>
    <w:rsid w:val="00491827"/>
    <w:rsid w:val="0049240D"/>
    <w:rsid w:val="004928D2"/>
    <w:rsid w:val="00496921"/>
    <w:rsid w:val="00497757"/>
    <w:rsid w:val="004A6336"/>
    <w:rsid w:val="004B34E9"/>
    <w:rsid w:val="004B595B"/>
    <w:rsid w:val="004B5BCD"/>
    <w:rsid w:val="004B6506"/>
    <w:rsid w:val="004C0D5E"/>
    <w:rsid w:val="004C4399"/>
    <w:rsid w:val="004C787C"/>
    <w:rsid w:val="004D010F"/>
    <w:rsid w:val="004D12F4"/>
    <w:rsid w:val="004D33A0"/>
    <w:rsid w:val="004D5285"/>
    <w:rsid w:val="004E7A1F"/>
    <w:rsid w:val="004F1D17"/>
    <w:rsid w:val="004F4597"/>
    <w:rsid w:val="004F4B9B"/>
    <w:rsid w:val="004F5411"/>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57E99"/>
    <w:rsid w:val="00561A0E"/>
    <w:rsid w:val="00564BCA"/>
    <w:rsid w:val="00564DDD"/>
    <w:rsid w:val="00565026"/>
    <w:rsid w:val="005671DF"/>
    <w:rsid w:val="00570157"/>
    <w:rsid w:val="005717C5"/>
    <w:rsid w:val="00572B6C"/>
    <w:rsid w:val="00572F04"/>
    <w:rsid w:val="00573182"/>
    <w:rsid w:val="00573536"/>
    <w:rsid w:val="005736B7"/>
    <w:rsid w:val="00574967"/>
    <w:rsid w:val="00575E5A"/>
    <w:rsid w:val="005770B8"/>
    <w:rsid w:val="00577A3C"/>
    <w:rsid w:val="00580245"/>
    <w:rsid w:val="00580BF5"/>
    <w:rsid w:val="00583E07"/>
    <w:rsid w:val="00587F74"/>
    <w:rsid w:val="00591185"/>
    <w:rsid w:val="00593FAE"/>
    <w:rsid w:val="005A1F44"/>
    <w:rsid w:val="005A3D2F"/>
    <w:rsid w:val="005A4694"/>
    <w:rsid w:val="005B3068"/>
    <w:rsid w:val="005B3E86"/>
    <w:rsid w:val="005B43BE"/>
    <w:rsid w:val="005C13BC"/>
    <w:rsid w:val="005C1A02"/>
    <w:rsid w:val="005C1B52"/>
    <w:rsid w:val="005C36B9"/>
    <w:rsid w:val="005D3C39"/>
    <w:rsid w:val="005D5689"/>
    <w:rsid w:val="005E1AC7"/>
    <w:rsid w:val="005E24CB"/>
    <w:rsid w:val="005E6218"/>
    <w:rsid w:val="005E7E6E"/>
    <w:rsid w:val="005F298D"/>
    <w:rsid w:val="005F6CCC"/>
    <w:rsid w:val="0060115D"/>
    <w:rsid w:val="00601A8C"/>
    <w:rsid w:val="006073CA"/>
    <w:rsid w:val="0061068E"/>
    <w:rsid w:val="006115D3"/>
    <w:rsid w:val="00612E3D"/>
    <w:rsid w:val="0062045C"/>
    <w:rsid w:val="00625906"/>
    <w:rsid w:val="00626829"/>
    <w:rsid w:val="00631EAA"/>
    <w:rsid w:val="00631F69"/>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91118"/>
    <w:rsid w:val="006925E6"/>
    <w:rsid w:val="00693150"/>
    <w:rsid w:val="00696691"/>
    <w:rsid w:val="00696E3D"/>
    <w:rsid w:val="006A1D4B"/>
    <w:rsid w:val="006A1FB5"/>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F439C"/>
    <w:rsid w:val="006F6B09"/>
    <w:rsid w:val="006F6CCF"/>
    <w:rsid w:val="0070255F"/>
    <w:rsid w:val="007038DC"/>
    <w:rsid w:val="007055DB"/>
    <w:rsid w:val="00706F4C"/>
    <w:rsid w:val="0070752A"/>
    <w:rsid w:val="00710723"/>
    <w:rsid w:val="00711119"/>
    <w:rsid w:val="0071250A"/>
    <w:rsid w:val="00712C6B"/>
    <w:rsid w:val="007134F3"/>
    <w:rsid w:val="007146EC"/>
    <w:rsid w:val="00723ED1"/>
    <w:rsid w:val="00726B16"/>
    <w:rsid w:val="007309F6"/>
    <w:rsid w:val="0073461B"/>
    <w:rsid w:val="00734E41"/>
    <w:rsid w:val="007356BD"/>
    <w:rsid w:val="007372AC"/>
    <w:rsid w:val="00740AF5"/>
    <w:rsid w:val="00741294"/>
    <w:rsid w:val="0074192E"/>
    <w:rsid w:val="00743525"/>
    <w:rsid w:val="00744F6A"/>
    <w:rsid w:val="00745555"/>
    <w:rsid w:val="00746A3A"/>
    <w:rsid w:val="0074727B"/>
    <w:rsid w:val="007541A2"/>
    <w:rsid w:val="00755818"/>
    <w:rsid w:val="0076286B"/>
    <w:rsid w:val="00766846"/>
    <w:rsid w:val="00766C2B"/>
    <w:rsid w:val="00766F4A"/>
    <w:rsid w:val="0076790E"/>
    <w:rsid w:val="00771B61"/>
    <w:rsid w:val="00771C62"/>
    <w:rsid w:val="0077382B"/>
    <w:rsid w:val="00773DC0"/>
    <w:rsid w:val="00774789"/>
    <w:rsid w:val="0077673A"/>
    <w:rsid w:val="00777E1F"/>
    <w:rsid w:val="00782707"/>
    <w:rsid w:val="00782C37"/>
    <w:rsid w:val="007846E1"/>
    <w:rsid w:val="007847D6"/>
    <w:rsid w:val="007858F0"/>
    <w:rsid w:val="00786496"/>
    <w:rsid w:val="0079069D"/>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D2241"/>
    <w:rsid w:val="007D38E4"/>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5C1B"/>
    <w:rsid w:val="00817A33"/>
    <w:rsid w:val="00820470"/>
    <w:rsid w:val="008217CE"/>
    <w:rsid w:val="00821D01"/>
    <w:rsid w:val="00822B88"/>
    <w:rsid w:val="00826B7B"/>
    <w:rsid w:val="00831DE9"/>
    <w:rsid w:val="00833899"/>
    <w:rsid w:val="00840E14"/>
    <w:rsid w:val="00841FCB"/>
    <w:rsid w:val="00845C50"/>
    <w:rsid w:val="00845D74"/>
    <w:rsid w:val="0084678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A3568"/>
    <w:rsid w:val="008A5E06"/>
    <w:rsid w:val="008B0ED8"/>
    <w:rsid w:val="008B10F6"/>
    <w:rsid w:val="008B2021"/>
    <w:rsid w:val="008B251E"/>
    <w:rsid w:val="008B4CEC"/>
    <w:rsid w:val="008B60F5"/>
    <w:rsid w:val="008C0335"/>
    <w:rsid w:val="008C3044"/>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C9B"/>
    <w:rsid w:val="008F6BE8"/>
    <w:rsid w:val="008F797B"/>
    <w:rsid w:val="009032C3"/>
    <w:rsid w:val="0090370B"/>
    <w:rsid w:val="00903C55"/>
    <w:rsid w:val="00904780"/>
    <w:rsid w:val="0090635B"/>
    <w:rsid w:val="009068F6"/>
    <w:rsid w:val="00911B88"/>
    <w:rsid w:val="00920DEB"/>
    <w:rsid w:val="0092226C"/>
    <w:rsid w:val="00922385"/>
    <w:rsid w:val="009223DF"/>
    <w:rsid w:val="00930B79"/>
    <w:rsid w:val="00935206"/>
    <w:rsid w:val="00936091"/>
    <w:rsid w:val="00940D8A"/>
    <w:rsid w:val="00941491"/>
    <w:rsid w:val="0094325D"/>
    <w:rsid w:val="0094424B"/>
    <w:rsid w:val="00962258"/>
    <w:rsid w:val="00962869"/>
    <w:rsid w:val="00964860"/>
    <w:rsid w:val="009660AD"/>
    <w:rsid w:val="009678B7"/>
    <w:rsid w:val="00971C1A"/>
    <w:rsid w:val="00976FCB"/>
    <w:rsid w:val="00980909"/>
    <w:rsid w:val="00984CDB"/>
    <w:rsid w:val="009854FD"/>
    <w:rsid w:val="00986BA3"/>
    <w:rsid w:val="00991104"/>
    <w:rsid w:val="00992D9C"/>
    <w:rsid w:val="009968AD"/>
    <w:rsid w:val="00996CB8"/>
    <w:rsid w:val="009A27BB"/>
    <w:rsid w:val="009A52BE"/>
    <w:rsid w:val="009A634D"/>
    <w:rsid w:val="009B0F80"/>
    <w:rsid w:val="009B2E45"/>
    <w:rsid w:val="009B2E97"/>
    <w:rsid w:val="009B3A21"/>
    <w:rsid w:val="009B3CB0"/>
    <w:rsid w:val="009B5146"/>
    <w:rsid w:val="009B7E95"/>
    <w:rsid w:val="009C0F4D"/>
    <w:rsid w:val="009C418E"/>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3668"/>
    <w:rsid w:val="00A446BE"/>
    <w:rsid w:val="00A46E35"/>
    <w:rsid w:val="00A47DE5"/>
    <w:rsid w:val="00A50641"/>
    <w:rsid w:val="00A51C91"/>
    <w:rsid w:val="00A530BF"/>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919A4"/>
    <w:rsid w:val="00A94C2F"/>
    <w:rsid w:val="00A95C0A"/>
    <w:rsid w:val="00AA3E17"/>
    <w:rsid w:val="00AA4CBB"/>
    <w:rsid w:val="00AA5C98"/>
    <w:rsid w:val="00AA5C9B"/>
    <w:rsid w:val="00AA65FA"/>
    <w:rsid w:val="00AA7351"/>
    <w:rsid w:val="00AA7A82"/>
    <w:rsid w:val="00AB1063"/>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13A26"/>
    <w:rsid w:val="00B15D0D"/>
    <w:rsid w:val="00B15F78"/>
    <w:rsid w:val="00B22106"/>
    <w:rsid w:val="00B222F7"/>
    <w:rsid w:val="00B22976"/>
    <w:rsid w:val="00B2309B"/>
    <w:rsid w:val="00B27466"/>
    <w:rsid w:val="00B34E7F"/>
    <w:rsid w:val="00B429CF"/>
    <w:rsid w:val="00B448FF"/>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D9D"/>
    <w:rsid w:val="00BB1A18"/>
    <w:rsid w:val="00BB4AF2"/>
    <w:rsid w:val="00BB72FA"/>
    <w:rsid w:val="00BC06C4"/>
    <w:rsid w:val="00BC1044"/>
    <w:rsid w:val="00BC49C0"/>
    <w:rsid w:val="00BC663E"/>
    <w:rsid w:val="00BC6D2B"/>
    <w:rsid w:val="00BC7269"/>
    <w:rsid w:val="00BD0273"/>
    <w:rsid w:val="00BD4E9E"/>
    <w:rsid w:val="00BD5A0E"/>
    <w:rsid w:val="00BD7438"/>
    <w:rsid w:val="00BD7E91"/>
    <w:rsid w:val="00BD7F0D"/>
    <w:rsid w:val="00BE0913"/>
    <w:rsid w:val="00BE49F4"/>
    <w:rsid w:val="00BF2A76"/>
    <w:rsid w:val="00BF393A"/>
    <w:rsid w:val="00C02436"/>
    <w:rsid w:val="00C02D0A"/>
    <w:rsid w:val="00C03A6E"/>
    <w:rsid w:val="00C05F38"/>
    <w:rsid w:val="00C06F8A"/>
    <w:rsid w:val="00C07508"/>
    <w:rsid w:val="00C12E60"/>
    <w:rsid w:val="00C203FF"/>
    <w:rsid w:val="00C212F4"/>
    <w:rsid w:val="00C226C0"/>
    <w:rsid w:val="00C26B03"/>
    <w:rsid w:val="00C31ADD"/>
    <w:rsid w:val="00C34047"/>
    <w:rsid w:val="00C37B25"/>
    <w:rsid w:val="00C42FE6"/>
    <w:rsid w:val="00C44F6A"/>
    <w:rsid w:val="00C51B58"/>
    <w:rsid w:val="00C52720"/>
    <w:rsid w:val="00C53690"/>
    <w:rsid w:val="00C55CEB"/>
    <w:rsid w:val="00C56B64"/>
    <w:rsid w:val="00C57268"/>
    <w:rsid w:val="00C6198E"/>
    <w:rsid w:val="00C6339C"/>
    <w:rsid w:val="00C639AD"/>
    <w:rsid w:val="00C651B8"/>
    <w:rsid w:val="00C70748"/>
    <w:rsid w:val="00C7077F"/>
    <w:rsid w:val="00C708EA"/>
    <w:rsid w:val="00C7216F"/>
    <w:rsid w:val="00C776E5"/>
    <w:rsid w:val="00C778A5"/>
    <w:rsid w:val="00C84C01"/>
    <w:rsid w:val="00C84F86"/>
    <w:rsid w:val="00C95162"/>
    <w:rsid w:val="00CA08FB"/>
    <w:rsid w:val="00CA2B1E"/>
    <w:rsid w:val="00CA4A2C"/>
    <w:rsid w:val="00CA5133"/>
    <w:rsid w:val="00CA5D24"/>
    <w:rsid w:val="00CB14C4"/>
    <w:rsid w:val="00CB14C7"/>
    <w:rsid w:val="00CB2B9A"/>
    <w:rsid w:val="00CB3151"/>
    <w:rsid w:val="00CB51FD"/>
    <w:rsid w:val="00CB6A37"/>
    <w:rsid w:val="00CB7684"/>
    <w:rsid w:val="00CC005F"/>
    <w:rsid w:val="00CC0E0B"/>
    <w:rsid w:val="00CC1656"/>
    <w:rsid w:val="00CC3F4F"/>
    <w:rsid w:val="00CC4380"/>
    <w:rsid w:val="00CC5DC9"/>
    <w:rsid w:val="00CC79E1"/>
    <w:rsid w:val="00CC7BE1"/>
    <w:rsid w:val="00CC7C8F"/>
    <w:rsid w:val="00CD0B8B"/>
    <w:rsid w:val="00CD1856"/>
    <w:rsid w:val="00CD1C73"/>
    <w:rsid w:val="00CD1FC4"/>
    <w:rsid w:val="00CD22D1"/>
    <w:rsid w:val="00CD7B3F"/>
    <w:rsid w:val="00CE2274"/>
    <w:rsid w:val="00CE22D6"/>
    <w:rsid w:val="00CF06BF"/>
    <w:rsid w:val="00CF4237"/>
    <w:rsid w:val="00CF4AAE"/>
    <w:rsid w:val="00D00256"/>
    <w:rsid w:val="00D006F4"/>
    <w:rsid w:val="00D034A0"/>
    <w:rsid w:val="00D07B20"/>
    <w:rsid w:val="00D1099C"/>
    <w:rsid w:val="00D10A2D"/>
    <w:rsid w:val="00D122E5"/>
    <w:rsid w:val="00D139AC"/>
    <w:rsid w:val="00D145E1"/>
    <w:rsid w:val="00D148AE"/>
    <w:rsid w:val="00D148BC"/>
    <w:rsid w:val="00D20E22"/>
    <w:rsid w:val="00D21061"/>
    <w:rsid w:val="00D21732"/>
    <w:rsid w:val="00D320AC"/>
    <w:rsid w:val="00D37B14"/>
    <w:rsid w:val="00D4108E"/>
    <w:rsid w:val="00D42474"/>
    <w:rsid w:val="00D4608D"/>
    <w:rsid w:val="00D510F1"/>
    <w:rsid w:val="00D54135"/>
    <w:rsid w:val="00D57BFB"/>
    <w:rsid w:val="00D6027A"/>
    <w:rsid w:val="00D6163D"/>
    <w:rsid w:val="00D6259C"/>
    <w:rsid w:val="00D7668B"/>
    <w:rsid w:val="00D831A3"/>
    <w:rsid w:val="00D8584F"/>
    <w:rsid w:val="00D96B3F"/>
    <w:rsid w:val="00D97BE3"/>
    <w:rsid w:val="00DA0D67"/>
    <w:rsid w:val="00DA3711"/>
    <w:rsid w:val="00DB2561"/>
    <w:rsid w:val="00DB2E59"/>
    <w:rsid w:val="00DB5D9B"/>
    <w:rsid w:val="00DB619A"/>
    <w:rsid w:val="00DB7379"/>
    <w:rsid w:val="00DC2DEF"/>
    <w:rsid w:val="00DD46F3"/>
    <w:rsid w:val="00DE51A5"/>
    <w:rsid w:val="00DE56F2"/>
    <w:rsid w:val="00DE6A35"/>
    <w:rsid w:val="00DE7DF2"/>
    <w:rsid w:val="00DF116D"/>
    <w:rsid w:val="00DF27AF"/>
    <w:rsid w:val="00E009D2"/>
    <w:rsid w:val="00E01EA1"/>
    <w:rsid w:val="00E04992"/>
    <w:rsid w:val="00E138A9"/>
    <w:rsid w:val="00E150F2"/>
    <w:rsid w:val="00E166CB"/>
    <w:rsid w:val="00E16AEB"/>
    <w:rsid w:val="00E16FF7"/>
    <w:rsid w:val="00E17C1E"/>
    <w:rsid w:val="00E17C5A"/>
    <w:rsid w:val="00E21C02"/>
    <w:rsid w:val="00E22C30"/>
    <w:rsid w:val="00E2511C"/>
    <w:rsid w:val="00E26D68"/>
    <w:rsid w:val="00E323D1"/>
    <w:rsid w:val="00E32A79"/>
    <w:rsid w:val="00E33B76"/>
    <w:rsid w:val="00E37237"/>
    <w:rsid w:val="00E373C7"/>
    <w:rsid w:val="00E41B04"/>
    <w:rsid w:val="00E437B0"/>
    <w:rsid w:val="00E44045"/>
    <w:rsid w:val="00E4520D"/>
    <w:rsid w:val="00E5195A"/>
    <w:rsid w:val="00E531BF"/>
    <w:rsid w:val="00E56CBF"/>
    <w:rsid w:val="00E57E67"/>
    <w:rsid w:val="00E618C4"/>
    <w:rsid w:val="00E65BBD"/>
    <w:rsid w:val="00E66B3B"/>
    <w:rsid w:val="00E7218A"/>
    <w:rsid w:val="00E842A5"/>
    <w:rsid w:val="00E878EE"/>
    <w:rsid w:val="00E95700"/>
    <w:rsid w:val="00E95E1D"/>
    <w:rsid w:val="00EA07C0"/>
    <w:rsid w:val="00EA417D"/>
    <w:rsid w:val="00EA6EC7"/>
    <w:rsid w:val="00EB0647"/>
    <w:rsid w:val="00EB104F"/>
    <w:rsid w:val="00EB138E"/>
    <w:rsid w:val="00EB46E5"/>
    <w:rsid w:val="00EB5D4D"/>
    <w:rsid w:val="00EC10AE"/>
    <w:rsid w:val="00EC7091"/>
    <w:rsid w:val="00ED0703"/>
    <w:rsid w:val="00ED116C"/>
    <w:rsid w:val="00ED14BD"/>
    <w:rsid w:val="00ED5CFE"/>
    <w:rsid w:val="00ED6360"/>
    <w:rsid w:val="00EE0CDE"/>
    <w:rsid w:val="00EE1DD5"/>
    <w:rsid w:val="00EE2244"/>
    <w:rsid w:val="00EE3C5F"/>
    <w:rsid w:val="00EE7872"/>
    <w:rsid w:val="00EE7882"/>
    <w:rsid w:val="00EF13E3"/>
    <w:rsid w:val="00EF47C8"/>
    <w:rsid w:val="00F016C7"/>
    <w:rsid w:val="00F0349F"/>
    <w:rsid w:val="00F05F41"/>
    <w:rsid w:val="00F0623D"/>
    <w:rsid w:val="00F063DF"/>
    <w:rsid w:val="00F073CB"/>
    <w:rsid w:val="00F10664"/>
    <w:rsid w:val="00F12DEC"/>
    <w:rsid w:val="00F14172"/>
    <w:rsid w:val="00F16C4B"/>
    <w:rsid w:val="00F1715C"/>
    <w:rsid w:val="00F17E8A"/>
    <w:rsid w:val="00F2276C"/>
    <w:rsid w:val="00F310F8"/>
    <w:rsid w:val="00F348C0"/>
    <w:rsid w:val="00F35939"/>
    <w:rsid w:val="00F36187"/>
    <w:rsid w:val="00F40350"/>
    <w:rsid w:val="00F40D6B"/>
    <w:rsid w:val="00F45607"/>
    <w:rsid w:val="00F46000"/>
    <w:rsid w:val="00F4722B"/>
    <w:rsid w:val="00F52CEE"/>
    <w:rsid w:val="00F52FA8"/>
    <w:rsid w:val="00F54432"/>
    <w:rsid w:val="00F5656E"/>
    <w:rsid w:val="00F569C6"/>
    <w:rsid w:val="00F60931"/>
    <w:rsid w:val="00F6250A"/>
    <w:rsid w:val="00F64E2B"/>
    <w:rsid w:val="00F653AD"/>
    <w:rsid w:val="00F659EB"/>
    <w:rsid w:val="00F6722E"/>
    <w:rsid w:val="00F67ED4"/>
    <w:rsid w:val="00F67F0D"/>
    <w:rsid w:val="00F74E77"/>
    <w:rsid w:val="00F76953"/>
    <w:rsid w:val="00F77DC7"/>
    <w:rsid w:val="00F80740"/>
    <w:rsid w:val="00F86BA6"/>
    <w:rsid w:val="00F86D2A"/>
    <w:rsid w:val="00F93E20"/>
    <w:rsid w:val="00F94410"/>
    <w:rsid w:val="00FA21E1"/>
    <w:rsid w:val="00FA2ADC"/>
    <w:rsid w:val="00FA47CE"/>
    <w:rsid w:val="00FA487B"/>
    <w:rsid w:val="00FA4D7F"/>
    <w:rsid w:val="00FB1188"/>
    <w:rsid w:val="00FB2029"/>
    <w:rsid w:val="00FB6342"/>
    <w:rsid w:val="00FC2432"/>
    <w:rsid w:val="00FC6389"/>
    <w:rsid w:val="00FC757D"/>
    <w:rsid w:val="00FD0304"/>
    <w:rsid w:val="00FD1094"/>
    <w:rsid w:val="00FD3DA8"/>
    <w:rsid w:val="00FD6F00"/>
    <w:rsid w:val="00FE4333"/>
    <w:rsid w:val="00FE5726"/>
    <w:rsid w:val="00FE5A5D"/>
    <w:rsid w:val="00FE6AEC"/>
    <w:rsid w:val="00FE7939"/>
    <w:rsid w:val="00FF2A62"/>
    <w:rsid w:val="00FF5C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Tun">
    <w:name w:val="_Tučně"/>
    <w:basedOn w:val="Standardnpsmoodstavce"/>
    <w:qFormat/>
    <w:rsid w:val="00F6722E"/>
    <w:rPr>
      <w:b/>
    </w:rPr>
  </w:style>
  <w:style w:type="paragraph" w:customStyle="1" w:styleId="Odstavec1-4a">
    <w:name w:val="_Odstavec_1-4_(a)"/>
    <w:basedOn w:val="Odstavec1-1a"/>
    <w:qFormat/>
    <w:rsid w:val="00F6722E"/>
    <w:pPr>
      <w:tabs>
        <w:tab w:val="num" w:pos="2041"/>
      </w:tabs>
      <w:spacing w:after="80"/>
      <w:ind w:left="2041" w:hanging="340"/>
    </w:pPr>
    <w:rPr>
      <w:rFonts w:ascii="Verdana" w:hAnsi="Verdana"/>
    </w:rPr>
  </w:style>
  <w:style w:type="paragraph" w:customStyle="1" w:styleId="Odstavec1-4i">
    <w:name w:val="_Odstavec_1-4_i)"/>
    <w:basedOn w:val="Odstavec1-1a"/>
    <w:qFormat/>
    <w:rsid w:val="00F6722E"/>
    <w:p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A6B1F6-7838-4DB1-81FD-E43BD1D0F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47</Pages>
  <Words>19992</Words>
  <Characters>117955</Characters>
  <Application>Microsoft Office Word</Application>
  <DocSecurity>0</DocSecurity>
  <Lines>982</Lines>
  <Paragraphs>275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5</cp:revision>
  <cp:lastPrinted>2023-01-11T12:44:00Z</cp:lastPrinted>
  <dcterms:created xsi:type="dcterms:W3CDTF">2023-01-11T12:39:00Z</dcterms:created>
  <dcterms:modified xsi:type="dcterms:W3CDTF">2023-01-11T12:44:00Z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